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9A4C5" w14:textId="77777777" w:rsidR="006E5D65" w:rsidRPr="006E4C2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E4C2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CD6897" w:rsidRPr="006E4C25">
        <w:rPr>
          <w:rFonts w:ascii="Corbel" w:hAnsi="Corbel"/>
          <w:b/>
          <w:bCs/>
          <w:sz w:val="24"/>
          <w:szCs w:val="24"/>
        </w:rPr>
        <w:tab/>
      </w:r>
      <w:r w:rsidR="00D8678B" w:rsidRPr="006E4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E4C25">
        <w:rPr>
          <w:rFonts w:ascii="Corbel" w:hAnsi="Corbel"/>
          <w:bCs/>
          <w:i/>
          <w:sz w:val="24"/>
          <w:szCs w:val="24"/>
        </w:rPr>
        <w:t>1.5</w:t>
      </w:r>
      <w:r w:rsidR="00D8678B" w:rsidRPr="006E4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E4C2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E4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E4C25">
        <w:rPr>
          <w:rFonts w:ascii="Corbel" w:hAnsi="Corbel"/>
          <w:bCs/>
          <w:i/>
          <w:sz w:val="24"/>
          <w:szCs w:val="24"/>
        </w:rPr>
        <w:t>12/2019</w:t>
      </w:r>
    </w:p>
    <w:p w14:paraId="0BD2F954" w14:textId="77777777" w:rsidR="00EF4328" w:rsidRPr="00F67D18" w:rsidRDefault="00EF4328" w:rsidP="00EF43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7D18">
        <w:rPr>
          <w:rFonts w:ascii="Corbel" w:hAnsi="Corbel"/>
          <w:b/>
          <w:smallCaps/>
          <w:sz w:val="24"/>
          <w:szCs w:val="24"/>
        </w:rPr>
        <w:t>SYLABUS</w:t>
      </w:r>
    </w:p>
    <w:p w14:paraId="37B3C463" w14:textId="62B8FA68" w:rsidR="00EF4328" w:rsidRPr="00F67D18" w:rsidRDefault="00EF4328" w:rsidP="00EF43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7D1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A19C3">
        <w:rPr>
          <w:rFonts w:ascii="Corbel" w:hAnsi="Corbel"/>
          <w:b/>
          <w:smallCaps/>
          <w:sz w:val="24"/>
          <w:szCs w:val="24"/>
        </w:rPr>
        <w:t>2021-2024</w:t>
      </w:r>
    </w:p>
    <w:p w14:paraId="0681DEA3" w14:textId="47C3F6CB" w:rsidR="00EF4328" w:rsidRPr="00F67D18" w:rsidRDefault="00EF4328" w:rsidP="008742E1">
      <w:pPr>
        <w:spacing w:after="0" w:line="240" w:lineRule="exact"/>
        <w:ind w:left="1416"/>
        <w:jc w:val="both"/>
        <w:rPr>
          <w:rFonts w:ascii="Corbel" w:hAnsi="Corbel"/>
          <w:sz w:val="20"/>
          <w:szCs w:val="20"/>
        </w:rPr>
      </w:pPr>
      <w:r w:rsidRPr="00F67D1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</w:t>
      </w:r>
      <w:r w:rsidRPr="00F67D18">
        <w:rPr>
          <w:rFonts w:ascii="Corbel" w:hAnsi="Corbel"/>
          <w:i/>
          <w:sz w:val="20"/>
          <w:szCs w:val="20"/>
        </w:rPr>
        <w:t>(skrajne daty</w:t>
      </w:r>
      <w:r w:rsidRPr="00F67D18">
        <w:rPr>
          <w:rFonts w:ascii="Corbel" w:hAnsi="Corbel"/>
          <w:sz w:val="20"/>
          <w:szCs w:val="20"/>
        </w:rPr>
        <w:t>)</w:t>
      </w:r>
    </w:p>
    <w:p w14:paraId="3F46D06E" w14:textId="11870E8C" w:rsidR="00EF4328" w:rsidRPr="00F67D18" w:rsidRDefault="00EF4328" w:rsidP="00EF43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ab/>
      </w:r>
      <w:r w:rsidR="00EA19C3">
        <w:rPr>
          <w:rFonts w:ascii="Corbel" w:hAnsi="Corbel"/>
          <w:sz w:val="20"/>
          <w:szCs w:val="20"/>
        </w:rPr>
        <w:tab/>
      </w:r>
      <w:r w:rsidRPr="00F67D18">
        <w:rPr>
          <w:rFonts w:ascii="Corbel" w:hAnsi="Corbel"/>
          <w:sz w:val="20"/>
          <w:szCs w:val="20"/>
        </w:rPr>
        <w:t xml:space="preserve">Rok akademicki </w:t>
      </w:r>
      <w:r w:rsidR="00EA19C3" w:rsidRPr="00EA19C3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14:paraId="1AB6F52A" w14:textId="77777777" w:rsidR="0085747A" w:rsidRPr="006E4C25" w:rsidRDefault="00EF4328" w:rsidP="00EF4328">
      <w:pPr>
        <w:spacing w:after="0" w:line="240" w:lineRule="auto"/>
        <w:rPr>
          <w:rFonts w:ascii="Corbel" w:hAnsi="Corbel"/>
          <w:sz w:val="24"/>
          <w:szCs w:val="24"/>
        </w:rPr>
      </w:pP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  <w:r w:rsidRPr="00AE53D8">
        <w:rPr>
          <w:rFonts w:ascii="Times New Roman" w:hAnsi="Times New Roman"/>
        </w:rPr>
        <w:tab/>
      </w:r>
    </w:p>
    <w:p w14:paraId="77E800A1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E4C25">
        <w:rPr>
          <w:rFonts w:ascii="Corbel" w:hAnsi="Corbel"/>
          <w:szCs w:val="24"/>
        </w:rPr>
        <w:t xml:space="preserve">1. </w:t>
      </w:r>
      <w:r w:rsidR="0085747A" w:rsidRPr="006E4C25">
        <w:rPr>
          <w:rFonts w:ascii="Corbel" w:hAnsi="Corbel"/>
          <w:szCs w:val="24"/>
        </w:rPr>
        <w:t xml:space="preserve">Podstawowe </w:t>
      </w:r>
      <w:r w:rsidR="00445970" w:rsidRPr="006E4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4C25" w14:paraId="2D0D9C73" w14:textId="77777777" w:rsidTr="00B819C8">
        <w:tc>
          <w:tcPr>
            <w:tcW w:w="2694" w:type="dxa"/>
            <w:vAlign w:val="center"/>
          </w:tcPr>
          <w:p w14:paraId="1A6D1F6B" w14:textId="77777777" w:rsidR="0085747A" w:rsidRPr="006E4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5B1A52" w14:textId="77777777" w:rsidR="0085747A" w:rsidRPr="008742E1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742E1">
              <w:rPr>
                <w:rFonts w:ascii="Corbel" w:hAnsi="Corbel"/>
                <w:sz w:val="24"/>
                <w:szCs w:val="24"/>
              </w:rPr>
              <w:t>Konstytucyjny system organów państwowych</w:t>
            </w:r>
          </w:p>
        </w:tc>
      </w:tr>
      <w:tr w:rsidR="0085747A" w:rsidRPr="006E4C25" w14:paraId="602A7232" w14:textId="77777777" w:rsidTr="00B819C8">
        <w:tc>
          <w:tcPr>
            <w:tcW w:w="2694" w:type="dxa"/>
            <w:vAlign w:val="center"/>
          </w:tcPr>
          <w:p w14:paraId="7E37A763" w14:textId="77777777" w:rsidR="0085747A" w:rsidRPr="006E4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4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D8956" w14:textId="77777777" w:rsidR="0085747A" w:rsidRPr="006E4C25" w:rsidRDefault="001749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PRA06</w:t>
            </w:r>
          </w:p>
        </w:tc>
      </w:tr>
      <w:tr w:rsidR="0085747A" w:rsidRPr="006E4C25" w14:paraId="64BEC306" w14:textId="77777777" w:rsidTr="00B819C8">
        <w:tc>
          <w:tcPr>
            <w:tcW w:w="2694" w:type="dxa"/>
            <w:vAlign w:val="center"/>
          </w:tcPr>
          <w:p w14:paraId="576BCCB7" w14:textId="77777777" w:rsidR="0085747A" w:rsidRPr="006E4C2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E4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997F8A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E4C25" w14:paraId="7D64AB8C" w14:textId="77777777" w:rsidTr="00B819C8">
        <w:tc>
          <w:tcPr>
            <w:tcW w:w="2694" w:type="dxa"/>
            <w:vAlign w:val="center"/>
          </w:tcPr>
          <w:p w14:paraId="054C9A9F" w14:textId="77777777" w:rsidR="0085747A" w:rsidRPr="006E4C25" w:rsidRDefault="0085747A" w:rsidP="003670D2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46647" w14:textId="261ED879" w:rsidR="0085747A" w:rsidRPr="006E4C25" w:rsidRDefault="008742E1" w:rsidP="003670D2">
            <w:pPr>
              <w:pStyle w:val="Odpowiedzi"/>
              <w:spacing w:before="0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E4C25" w14:paraId="01BDFC26" w14:textId="77777777" w:rsidTr="00B819C8">
        <w:tc>
          <w:tcPr>
            <w:tcW w:w="2694" w:type="dxa"/>
            <w:vAlign w:val="center"/>
          </w:tcPr>
          <w:p w14:paraId="1A16206F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E6FE7D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6E4C25" w14:paraId="58D1B91A" w14:textId="77777777" w:rsidTr="00B819C8">
        <w:tc>
          <w:tcPr>
            <w:tcW w:w="2694" w:type="dxa"/>
            <w:vAlign w:val="center"/>
          </w:tcPr>
          <w:p w14:paraId="707EDF25" w14:textId="77777777" w:rsidR="0085747A" w:rsidRPr="006E4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CA23F2" w14:textId="0863639E" w:rsidR="0085747A" w:rsidRPr="008742E1" w:rsidRDefault="00785CBC" w:rsidP="008742E1">
            <w:pPr>
              <w:pStyle w:val="NormalnyWeb"/>
              <w:rPr>
                <w:rFonts w:ascii="Corbel" w:hAnsi="Corbel"/>
                <w:bCs/>
              </w:rPr>
            </w:pPr>
            <w:r w:rsidRPr="006E4C25">
              <w:rPr>
                <w:rFonts w:ascii="Corbel" w:hAnsi="Corbel"/>
                <w:bCs/>
              </w:rPr>
              <w:t>Studia I stopnia</w:t>
            </w:r>
          </w:p>
        </w:tc>
      </w:tr>
      <w:tr w:rsidR="0085747A" w:rsidRPr="006E4C25" w14:paraId="2690908D" w14:textId="77777777" w:rsidTr="00B819C8">
        <w:tc>
          <w:tcPr>
            <w:tcW w:w="2694" w:type="dxa"/>
            <w:vAlign w:val="center"/>
          </w:tcPr>
          <w:p w14:paraId="00B71183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2773C2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E4C25" w14:paraId="5FC22450" w14:textId="77777777" w:rsidTr="00B819C8">
        <w:tc>
          <w:tcPr>
            <w:tcW w:w="2694" w:type="dxa"/>
            <w:vAlign w:val="center"/>
          </w:tcPr>
          <w:p w14:paraId="1306439C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5C7359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E4C25" w14:paraId="0956FB8F" w14:textId="77777777" w:rsidTr="00C815CC">
        <w:trPr>
          <w:trHeight w:val="377"/>
        </w:trPr>
        <w:tc>
          <w:tcPr>
            <w:tcW w:w="2694" w:type="dxa"/>
            <w:vAlign w:val="center"/>
          </w:tcPr>
          <w:p w14:paraId="35F806C7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4C25">
              <w:rPr>
                <w:rFonts w:ascii="Corbel" w:hAnsi="Corbel"/>
                <w:sz w:val="24"/>
                <w:szCs w:val="24"/>
              </w:rPr>
              <w:t>/y</w:t>
            </w:r>
            <w:r w:rsidRPr="006E4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D2D58A" w14:textId="67F146B7" w:rsidR="0085747A" w:rsidRPr="008742E1" w:rsidRDefault="00785CBC" w:rsidP="008742E1">
            <w:pPr>
              <w:pStyle w:val="NormalnyWeb"/>
              <w:rPr>
                <w:rFonts w:ascii="Corbel" w:hAnsi="Corbel"/>
                <w:bCs/>
              </w:rPr>
            </w:pPr>
            <w:r w:rsidRPr="006E4C25">
              <w:rPr>
                <w:rFonts w:ascii="Corbel" w:hAnsi="Corbel"/>
                <w:bCs/>
              </w:rPr>
              <w:t xml:space="preserve">Rok I, semestr I </w:t>
            </w:r>
            <w:proofErr w:type="spellStart"/>
            <w:r w:rsidRPr="006E4C25">
              <w:rPr>
                <w:rFonts w:ascii="Corbel" w:hAnsi="Corbel"/>
                <w:bCs/>
              </w:rPr>
              <w:t>i</w:t>
            </w:r>
            <w:proofErr w:type="spellEnd"/>
            <w:r w:rsidRPr="006E4C25">
              <w:rPr>
                <w:rFonts w:ascii="Corbel" w:hAnsi="Corbel"/>
                <w:bCs/>
              </w:rPr>
              <w:t xml:space="preserve"> II</w:t>
            </w:r>
          </w:p>
        </w:tc>
      </w:tr>
      <w:tr w:rsidR="0085747A" w:rsidRPr="006E4C25" w14:paraId="4E0B02C0" w14:textId="77777777" w:rsidTr="00B819C8">
        <w:tc>
          <w:tcPr>
            <w:tcW w:w="2694" w:type="dxa"/>
            <w:vAlign w:val="center"/>
          </w:tcPr>
          <w:p w14:paraId="68FD4A0E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0EE243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6E4C25" w14:paraId="64113EDE" w14:textId="77777777" w:rsidTr="00B819C8">
        <w:tc>
          <w:tcPr>
            <w:tcW w:w="2694" w:type="dxa"/>
            <w:vAlign w:val="center"/>
          </w:tcPr>
          <w:p w14:paraId="1775547F" w14:textId="77777777" w:rsidR="00923D7D" w:rsidRPr="006E4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75053" w14:textId="77777777" w:rsidR="00923D7D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6E4C25" w14:paraId="43430429" w14:textId="77777777" w:rsidTr="00B819C8">
        <w:tc>
          <w:tcPr>
            <w:tcW w:w="2694" w:type="dxa"/>
            <w:vAlign w:val="center"/>
          </w:tcPr>
          <w:p w14:paraId="04A5A5C4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4FEE2" w14:textId="0942C1DF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F4328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3670D2">
              <w:rPr>
                <w:rFonts w:ascii="Corbel" w:hAnsi="Corbel"/>
                <w:b w:val="0"/>
                <w:sz w:val="24"/>
                <w:szCs w:val="24"/>
              </w:rPr>
              <w:t>Radosław Grabowski</w:t>
            </w:r>
            <w:r w:rsidR="00EF432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6E4C25" w14:paraId="28417A23" w14:textId="77777777" w:rsidTr="00B819C8">
        <w:tc>
          <w:tcPr>
            <w:tcW w:w="2694" w:type="dxa"/>
            <w:vAlign w:val="center"/>
          </w:tcPr>
          <w:p w14:paraId="7D036D7C" w14:textId="77777777" w:rsidR="0085747A" w:rsidRPr="006E4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8C3106" w14:textId="77777777" w:rsidR="0085747A" w:rsidRPr="006E4C25" w:rsidRDefault="00785C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F4328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6E4C25">
              <w:rPr>
                <w:rFonts w:ascii="Corbel" w:hAnsi="Corbel"/>
                <w:b w:val="0"/>
                <w:sz w:val="24"/>
                <w:szCs w:val="24"/>
              </w:rPr>
              <w:t xml:space="preserve">Grzegorz Pastuszko, </w:t>
            </w:r>
            <w:r w:rsidR="00EF4328">
              <w:rPr>
                <w:rFonts w:ascii="Corbel" w:hAnsi="Corbel"/>
                <w:b w:val="0"/>
                <w:sz w:val="24"/>
                <w:szCs w:val="24"/>
              </w:rPr>
              <w:t xml:space="preserve">prof. UR, </w:t>
            </w:r>
            <w:r w:rsidRPr="006E4C25">
              <w:rPr>
                <w:rFonts w:ascii="Corbel" w:hAnsi="Corbel"/>
                <w:b w:val="0"/>
                <w:sz w:val="24"/>
                <w:szCs w:val="24"/>
              </w:rPr>
              <w:t xml:space="preserve">dr Joanna </w:t>
            </w:r>
            <w:proofErr w:type="spellStart"/>
            <w:r w:rsidRPr="006E4C25">
              <w:rPr>
                <w:rFonts w:ascii="Corbel" w:hAnsi="Corbel"/>
                <w:b w:val="0"/>
                <w:sz w:val="24"/>
                <w:szCs w:val="24"/>
              </w:rPr>
              <w:t>Uliasz</w:t>
            </w:r>
            <w:proofErr w:type="spellEnd"/>
            <w:r w:rsidRPr="006E4C2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EF4328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6E4C25">
              <w:rPr>
                <w:rFonts w:ascii="Corbel" w:hAnsi="Corbel"/>
                <w:b w:val="0"/>
                <w:sz w:val="24"/>
                <w:szCs w:val="24"/>
              </w:rPr>
              <w:t xml:space="preserve">mgr Anna </w:t>
            </w:r>
            <w:proofErr w:type="spellStart"/>
            <w:r w:rsidRPr="006E4C25">
              <w:rPr>
                <w:rFonts w:ascii="Corbel" w:hAnsi="Corbel"/>
                <w:b w:val="0"/>
                <w:sz w:val="24"/>
                <w:szCs w:val="24"/>
              </w:rPr>
              <w:t>Hadała</w:t>
            </w:r>
            <w:proofErr w:type="spellEnd"/>
            <w:r w:rsidRPr="006E4C25">
              <w:rPr>
                <w:rFonts w:ascii="Corbel" w:hAnsi="Corbel"/>
                <w:b w:val="0"/>
                <w:sz w:val="24"/>
                <w:szCs w:val="24"/>
              </w:rPr>
              <w:t xml:space="preserve">-Skóra </w:t>
            </w:r>
          </w:p>
        </w:tc>
      </w:tr>
    </w:tbl>
    <w:p w14:paraId="72F76B13" w14:textId="77777777" w:rsidR="0085747A" w:rsidRPr="006E4C25" w:rsidRDefault="0085747A" w:rsidP="008742E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* </w:t>
      </w:r>
      <w:r w:rsidRPr="006E4C25">
        <w:rPr>
          <w:rFonts w:ascii="Corbel" w:hAnsi="Corbel"/>
          <w:i/>
          <w:sz w:val="24"/>
          <w:szCs w:val="24"/>
        </w:rPr>
        <w:t>-</w:t>
      </w:r>
      <w:r w:rsidR="00B90885" w:rsidRPr="006E4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4C25">
        <w:rPr>
          <w:rFonts w:ascii="Corbel" w:hAnsi="Corbel"/>
          <w:b w:val="0"/>
          <w:sz w:val="24"/>
          <w:szCs w:val="24"/>
        </w:rPr>
        <w:t>e,</w:t>
      </w:r>
      <w:r w:rsidRPr="006E4C25">
        <w:rPr>
          <w:rFonts w:ascii="Corbel" w:hAnsi="Corbel"/>
          <w:i/>
          <w:sz w:val="24"/>
          <w:szCs w:val="24"/>
        </w:rPr>
        <w:t xml:space="preserve"> </w:t>
      </w:r>
      <w:r w:rsidRPr="006E4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4C25">
        <w:rPr>
          <w:rFonts w:ascii="Corbel" w:hAnsi="Corbel"/>
          <w:b w:val="0"/>
          <w:i/>
          <w:sz w:val="24"/>
          <w:szCs w:val="24"/>
        </w:rPr>
        <w:t>w Jednostce</w:t>
      </w:r>
    </w:p>
    <w:p w14:paraId="0DA0F1AE" w14:textId="77777777" w:rsidR="0085747A" w:rsidRPr="006E4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>1.</w:t>
      </w:r>
      <w:r w:rsidR="00E22FBC" w:rsidRPr="006E4C25">
        <w:rPr>
          <w:rFonts w:ascii="Corbel" w:hAnsi="Corbel"/>
          <w:sz w:val="24"/>
          <w:szCs w:val="24"/>
        </w:rPr>
        <w:t>1</w:t>
      </w:r>
      <w:r w:rsidRPr="006E4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26451A9" w14:textId="77777777" w:rsidR="00923D7D" w:rsidRPr="006E4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E4C25" w14:paraId="4855B914" w14:textId="77777777" w:rsidTr="00C815C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BC1B" w14:textId="77777777" w:rsidR="00015B8F" w:rsidRPr="006E4C25" w:rsidRDefault="00015B8F" w:rsidP="00C815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Semestr</w:t>
            </w:r>
          </w:p>
          <w:p w14:paraId="77460716" w14:textId="77777777" w:rsidR="00015B8F" w:rsidRPr="006E4C25" w:rsidRDefault="002B5EA0" w:rsidP="00C815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(</w:t>
            </w:r>
            <w:r w:rsidR="00363F78" w:rsidRPr="006E4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C86F" w14:textId="77777777" w:rsidR="00015B8F" w:rsidRPr="006E4C25" w:rsidRDefault="00015B8F" w:rsidP="00C815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Wykł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2476" w14:textId="77777777" w:rsidR="00015B8F" w:rsidRPr="006E4C25" w:rsidRDefault="00015B8F" w:rsidP="00C815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B069" w14:textId="77777777" w:rsidR="00015B8F" w:rsidRPr="006E4C25" w:rsidRDefault="00015B8F" w:rsidP="00C815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Konw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B9B8F" w14:textId="77777777" w:rsidR="00015B8F" w:rsidRPr="006E4C25" w:rsidRDefault="00015B8F" w:rsidP="00C815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C0FA" w14:textId="77777777" w:rsidR="00015B8F" w:rsidRPr="006E4C25" w:rsidRDefault="00015B8F" w:rsidP="00C815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Sem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EC65" w14:textId="77777777" w:rsidR="00015B8F" w:rsidRPr="006E4C25" w:rsidRDefault="00015B8F" w:rsidP="00C815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7B3A9" w14:textId="77777777" w:rsidR="00015B8F" w:rsidRPr="006E4C25" w:rsidRDefault="00015B8F" w:rsidP="00C815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4C25">
              <w:rPr>
                <w:rFonts w:ascii="Corbel" w:hAnsi="Corbel"/>
                <w:szCs w:val="24"/>
              </w:rPr>
              <w:t>Prakt</w:t>
            </w:r>
            <w:proofErr w:type="spellEnd"/>
            <w:r w:rsidRPr="006E4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337C" w14:textId="77777777" w:rsidR="00015B8F" w:rsidRPr="006E4C25" w:rsidRDefault="00015B8F" w:rsidP="00C815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E4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F4C4" w14:textId="77777777" w:rsidR="00015B8F" w:rsidRPr="006E4C25" w:rsidRDefault="00015B8F" w:rsidP="00C815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4C25">
              <w:rPr>
                <w:rFonts w:ascii="Corbel" w:hAnsi="Corbel"/>
                <w:b/>
                <w:szCs w:val="24"/>
              </w:rPr>
              <w:t>Liczba pkt</w:t>
            </w:r>
            <w:r w:rsidR="00B90885" w:rsidRPr="006E4C25">
              <w:rPr>
                <w:rFonts w:ascii="Corbel" w:hAnsi="Corbel"/>
                <w:b/>
                <w:szCs w:val="24"/>
              </w:rPr>
              <w:t>.</w:t>
            </w:r>
            <w:r w:rsidRPr="006E4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4C25" w14:paraId="7A7CF476" w14:textId="77777777" w:rsidTr="00C815C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FEBF" w14:textId="77777777" w:rsidR="00015B8F" w:rsidRPr="006E4C25" w:rsidRDefault="00833641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ADFE" w14:textId="77777777" w:rsidR="00015B8F" w:rsidRPr="006E4C25" w:rsidRDefault="00833641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C37C" w14:textId="77777777" w:rsidR="00015B8F" w:rsidRPr="006E4C25" w:rsidRDefault="00833641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608F" w14:textId="77777777" w:rsidR="00015B8F" w:rsidRPr="006E4C25" w:rsidRDefault="00015B8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3919" w14:textId="77777777" w:rsidR="00015B8F" w:rsidRPr="006E4C25" w:rsidRDefault="00015B8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454" w14:textId="77777777" w:rsidR="00015B8F" w:rsidRPr="006E4C25" w:rsidRDefault="00015B8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38F6" w14:textId="77777777" w:rsidR="00015B8F" w:rsidRPr="006E4C25" w:rsidRDefault="00015B8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052B" w14:textId="6FA4075C" w:rsidR="00015B8F" w:rsidRPr="006E4C25" w:rsidRDefault="00015B8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0742" w14:textId="77777777" w:rsidR="00015B8F" w:rsidRPr="006E4C25" w:rsidRDefault="00015B8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3124" w14:textId="77777777" w:rsidR="00015B8F" w:rsidRPr="006E4C25" w:rsidRDefault="0017498C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6E4C25" w14:paraId="0244323F" w14:textId="77777777" w:rsidTr="00C815C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5C06" w14:textId="77777777" w:rsidR="0030395F" w:rsidRPr="006E4C25" w:rsidRDefault="00833641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2BDE" w14:textId="77777777" w:rsidR="0030395F" w:rsidRPr="006E4C25" w:rsidRDefault="00833641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CDBF" w14:textId="77777777" w:rsidR="0030395F" w:rsidRPr="006E4C25" w:rsidRDefault="00833641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FA05" w14:textId="77777777" w:rsidR="0030395F" w:rsidRPr="006E4C25" w:rsidRDefault="0030395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5F4C" w14:textId="77777777" w:rsidR="0030395F" w:rsidRPr="006E4C25" w:rsidRDefault="0030395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930B" w14:textId="77777777" w:rsidR="0030395F" w:rsidRPr="006E4C25" w:rsidRDefault="0030395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DBD3" w14:textId="77777777" w:rsidR="0030395F" w:rsidRPr="006E4C25" w:rsidRDefault="0030395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E46D" w14:textId="02BB445E" w:rsidR="0030395F" w:rsidRPr="006E4C25" w:rsidRDefault="0030395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FAF7" w14:textId="77777777" w:rsidR="0030395F" w:rsidRPr="006E4C25" w:rsidRDefault="0030395F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DFF9" w14:textId="77777777" w:rsidR="0030395F" w:rsidRPr="006E4C25" w:rsidRDefault="0017498C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14374" w:rsidRPr="006E4C25" w14:paraId="2B91DE73" w14:textId="77777777" w:rsidTr="00C815C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8C7F" w14:textId="106B0E58" w:rsidR="00014374" w:rsidRPr="006E4C25" w:rsidRDefault="00014374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Razem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C818" w14:textId="121A1BF9" w:rsidR="00014374" w:rsidRPr="006E4C25" w:rsidRDefault="00014374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0009" w14:textId="0A054EF5" w:rsidR="00014374" w:rsidRPr="006E4C25" w:rsidRDefault="00014374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1F67" w14:textId="77777777" w:rsidR="00014374" w:rsidRPr="006E4C25" w:rsidRDefault="00014374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8CDA" w14:textId="77777777" w:rsidR="00014374" w:rsidRPr="006E4C25" w:rsidRDefault="00014374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909D" w14:textId="77777777" w:rsidR="00014374" w:rsidRPr="006E4C25" w:rsidRDefault="00014374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B5F7" w14:textId="77777777" w:rsidR="00014374" w:rsidRPr="006E4C25" w:rsidRDefault="00014374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CA40" w14:textId="77777777" w:rsidR="00014374" w:rsidRPr="006E4C25" w:rsidRDefault="00014374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ED77" w14:textId="77777777" w:rsidR="00014374" w:rsidRPr="006E4C25" w:rsidRDefault="00014374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BD81" w14:textId="160F9A6D" w:rsidR="00014374" w:rsidRPr="006E4C25" w:rsidRDefault="00014374" w:rsidP="00C815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28A88655" w14:textId="77777777" w:rsidR="00923D7D" w:rsidRPr="006E4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64275" w14:textId="77777777" w:rsidR="0085747A" w:rsidRPr="006E4C25" w:rsidRDefault="0085747A" w:rsidP="008742E1">
      <w:pPr>
        <w:pStyle w:val="Punktygwne"/>
        <w:tabs>
          <w:tab w:val="left" w:pos="709"/>
        </w:tabs>
        <w:spacing w:before="0" w:after="0" w:line="276" w:lineRule="auto"/>
        <w:ind w:left="284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1.</w:t>
      </w:r>
      <w:r w:rsidR="00E22FBC" w:rsidRPr="006E4C25">
        <w:rPr>
          <w:rFonts w:ascii="Corbel" w:hAnsi="Corbel"/>
          <w:smallCaps w:val="0"/>
          <w:szCs w:val="24"/>
        </w:rPr>
        <w:t>2</w:t>
      </w:r>
      <w:r w:rsidR="00F83B28" w:rsidRPr="006E4C25">
        <w:rPr>
          <w:rFonts w:ascii="Corbel" w:hAnsi="Corbel"/>
          <w:smallCaps w:val="0"/>
          <w:szCs w:val="24"/>
        </w:rPr>
        <w:t>.</w:t>
      </w:r>
      <w:r w:rsidR="00F83B28" w:rsidRPr="006E4C25">
        <w:rPr>
          <w:rFonts w:ascii="Corbel" w:hAnsi="Corbel"/>
          <w:smallCaps w:val="0"/>
          <w:szCs w:val="24"/>
        </w:rPr>
        <w:tab/>
      </w:r>
      <w:r w:rsidRPr="006E4C25">
        <w:rPr>
          <w:rFonts w:ascii="Corbel" w:hAnsi="Corbel"/>
          <w:smallCaps w:val="0"/>
          <w:szCs w:val="24"/>
        </w:rPr>
        <w:t xml:space="preserve">Sposób realizacji zajęć  </w:t>
      </w:r>
    </w:p>
    <w:p w14:paraId="10A0806D" w14:textId="575F4FF7" w:rsidR="0085747A" w:rsidRPr="006E4C25" w:rsidRDefault="008742E1" w:rsidP="008742E1">
      <w:pPr>
        <w:pStyle w:val="Punktygwne"/>
        <w:spacing w:before="0" w:after="0" w:line="276" w:lineRule="auto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 xml:space="preserve">x </w:t>
      </w:r>
      <w:r w:rsidR="0085747A" w:rsidRPr="006E4C2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86B7F68" w14:textId="77777777" w:rsidR="0085747A" w:rsidRPr="006E4C25" w:rsidRDefault="00EF432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6E4C2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03A042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27D7F8" w14:textId="77777777" w:rsidR="00E22FBC" w:rsidRPr="006E4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1.3 </w:t>
      </w:r>
      <w:r w:rsidR="00F83B28" w:rsidRPr="006E4C25">
        <w:rPr>
          <w:rFonts w:ascii="Corbel" w:hAnsi="Corbel"/>
          <w:smallCaps w:val="0"/>
          <w:szCs w:val="24"/>
        </w:rPr>
        <w:tab/>
      </w:r>
      <w:r w:rsidRPr="006E4C25">
        <w:rPr>
          <w:rFonts w:ascii="Corbel" w:hAnsi="Corbel"/>
          <w:smallCaps w:val="0"/>
          <w:szCs w:val="24"/>
        </w:rPr>
        <w:t>For</w:t>
      </w:r>
      <w:r w:rsidR="00445970" w:rsidRPr="006E4C25">
        <w:rPr>
          <w:rFonts w:ascii="Corbel" w:hAnsi="Corbel"/>
          <w:smallCaps w:val="0"/>
          <w:szCs w:val="24"/>
        </w:rPr>
        <w:t xml:space="preserve">ma zaliczenia przedmiotu </w:t>
      </w:r>
      <w:r w:rsidRPr="006E4C25">
        <w:rPr>
          <w:rFonts w:ascii="Corbel" w:hAnsi="Corbel"/>
          <w:smallCaps w:val="0"/>
          <w:szCs w:val="24"/>
        </w:rPr>
        <w:t xml:space="preserve"> (z toku) </w:t>
      </w:r>
      <w:r w:rsidRPr="006E4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4214" w14:textId="77777777" w:rsidR="008742E1" w:rsidRDefault="008742E1" w:rsidP="008742E1">
      <w:pPr>
        <w:spacing w:after="0"/>
        <w:rPr>
          <w:rFonts w:ascii="Corbel" w:hAnsi="Corbel"/>
          <w:b/>
          <w:bCs/>
          <w:sz w:val="24"/>
          <w:szCs w:val="24"/>
        </w:rPr>
      </w:pPr>
    </w:p>
    <w:p w14:paraId="689536AF" w14:textId="033ED496" w:rsidR="009C54AE" w:rsidRDefault="00D865F9" w:rsidP="008742E1">
      <w:pPr>
        <w:spacing w:after="0" w:line="360" w:lineRule="auto"/>
        <w:rPr>
          <w:rFonts w:ascii="Corbel" w:hAnsi="Corbel"/>
          <w:b/>
          <w:bCs/>
          <w:sz w:val="24"/>
          <w:szCs w:val="24"/>
        </w:rPr>
      </w:pPr>
      <w:r w:rsidRPr="006E4C25">
        <w:rPr>
          <w:rFonts w:ascii="Corbel" w:hAnsi="Corbel"/>
          <w:b/>
          <w:bCs/>
          <w:sz w:val="24"/>
          <w:szCs w:val="24"/>
        </w:rPr>
        <w:t xml:space="preserve">Ćwiczenia </w:t>
      </w:r>
    </w:p>
    <w:p w14:paraId="3F5FBF80" w14:textId="77777777" w:rsidR="00D415E0" w:rsidRPr="006E4C25" w:rsidRDefault="00D415E0" w:rsidP="008742E1">
      <w:pPr>
        <w:spacing w:after="0" w:line="360" w:lineRule="auto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>-</w:t>
      </w:r>
      <w:r w:rsidRPr="006E4C25">
        <w:rPr>
          <w:rFonts w:ascii="Corbel" w:hAnsi="Corbel"/>
          <w:sz w:val="24"/>
          <w:szCs w:val="24"/>
        </w:rPr>
        <w:t>zaliczenie z oceną</w:t>
      </w:r>
    </w:p>
    <w:p w14:paraId="574268DE" w14:textId="77777777" w:rsidR="00D865F9" w:rsidRPr="006E4C25" w:rsidRDefault="00D865F9" w:rsidP="008742E1">
      <w:pPr>
        <w:spacing w:after="0" w:line="360" w:lineRule="auto"/>
        <w:rPr>
          <w:rFonts w:ascii="Corbel" w:hAnsi="Corbel"/>
          <w:b/>
          <w:bCs/>
          <w:sz w:val="24"/>
          <w:szCs w:val="24"/>
        </w:rPr>
      </w:pPr>
      <w:r w:rsidRPr="006E4C25">
        <w:rPr>
          <w:rFonts w:ascii="Corbel" w:hAnsi="Corbel"/>
          <w:b/>
          <w:bCs/>
          <w:sz w:val="24"/>
          <w:szCs w:val="24"/>
        </w:rPr>
        <w:t>Wykład</w:t>
      </w:r>
    </w:p>
    <w:p w14:paraId="29BDDE8C" w14:textId="77777777" w:rsidR="00E960BB" w:rsidRPr="001D3136" w:rsidRDefault="00D415E0" w:rsidP="008742E1">
      <w:pPr>
        <w:spacing w:after="0" w:line="36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 e</w:t>
      </w:r>
      <w:r w:rsidR="00D865F9" w:rsidRPr="006E4C25">
        <w:rPr>
          <w:rFonts w:ascii="Corbel" w:hAnsi="Corbel"/>
          <w:sz w:val="24"/>
          <w:szCs w:val="24"/>
        </w:rPr>
        <w:t xml:space="preserve">gzamin </w:t>
      </w:r>
    </w:p>
    <w:p w14:paraId="740F68CA" w14:textId="134FC957" w:rsidR="00E960BB" w:rsidRDefault="008742E1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6E4C25">
        <w:rPr>
          <w:rFonts w:ascii="Corbel" w:hAnsi="Corbel"/>
          <w:szCs w:val="24"/>
        </w:rPr>
        <w:lastRenderedPageBreak/>
        <w:t xml:space="preserve">2.Wymagania wstępne </w:t>
      </w:r>
    </w:p>
    <w:p w14:paraId="76EBBEEE" w14:textId="77777777" w:rsidR="008742E1" w:rsidRPr="006E4C25" w:rsidRDefault="008742E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4C25" w14:paraId="23A37882" w14:textId="77777777" w:rsidTr="00745302">
        <w:tc>
          <w:tcPr>
            <w:tcW w:w="9670" w:type="dxa"/>
          </w:tcPr>
          <w:p w14:paraId="7A622E9F" w14:textId="4D08B6BB" w:rsidR="0085747A" w:rsidRPr="006E4C25" w:rsidRDefault="00D865F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o państwie oraz z zakresu prawa konstytucyjnego i współczesnych mechanizmów ustrojowych. </w:t>
            </w:r>
          </w:p>
        </w:tc>
      </w:tr>
    </w:tbl>
    <w:p w14:paraId="5152D8AF" w14:textId="77777777" w:rsidR="00153C41" w:rsidRPr="006E4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F9A06" w14:textId="77777777" w:rsidR="0085747A" w:rsidRPr="006E4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4C25">
        <w:rPr>
          <w:rFonts w:ascii="Corbel" w:hAnsi="Corbel"/>
          <w:szCs w:val="24"/>
        </w:rPr>
        <w:t>3.</w:t>
      </w:r>
      <w:r w:rsidR="0085747A" w:rsidRPr="006E4C25">
        <w:rPr>
          <w:rFonts w:ascii="Corbel" w:hAnsi="Corbel"/>
          <w:szCs w:val="24"/>
        </w:rPr>
        <w:t xml:space="preserve"> </w:t>
      </w:r>
      <w:r w:rsidR="00A84C85" w:rsidRPr="006E4C25">
        <w:rPr>
          <w:rFonts w:ascii="Corbel" w:hAnsi="Corbel"/>
          <w:szCs w:val="24"/>
        </w:rPr>
        <w:t>cele, efekty uczenia się</w:t>
      </w:r>
      <w:r w:rsidR="0085747A" w:rsidRPr="006E4C25">
        <w:rPr>
          <w:rFonts w:ascii="Corbel" w:hAnsi="Corbel"/>
          <w:szCs w:val="24"/>
        </w:rPr>
        <w:t xml:space="preserve"> , treści Programowe i stosowane metody Dydaktyczne</w:t>
      </w:r>
    </w:p>
    <w:p w14:paraId="72D4B9F5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EEDDA" w14:textId="77777777" w:rsidR="0085747A" w:rsidRPr="006E4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3.1 </w:t>
      </w:r>
      <w:r w:rsidR="00C05F44" w:rsidRPr="006E4C25">
        <w:rPr>
          <w:rFonts w:ascii="Corbel" w:hAnsi="Corbel"/>
          <w:sz w:val="24"/>
          <w:szCs w:val="24"/>
        </w:rPr>
        <w:t>Cele przedmiotu</w:t>
      </w:r>
    </w:p>
    <w:p w14:paraId="1A27BC28" w14:textId="77777777" w:rsidR="00F83B28" w:rsidRPr="006E4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E4C25" w14:paraId="27AB4B4A" w14:textId="77777777" w:rsidTr="00923D7D">
        <w:tc>
          <w:tcPr>
            <w:tcW w:w="851" w:type="dxa"/>
            <w:vAlign w:val="center"/>
          </w:tcPr>
          <w:p w14:paraId="016A1CF5" w14:textId="77777777" w:rsidR="0085747A" w:rsidRPr="006E4C2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E58EFC" w14:textId="77777777" w:rsidR="0085747A" w:rsidRPr="006E4C25" w:rsidRDefault="00D14F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4C25">
              <w:rPr>
                <w:rFonts w:ascii="Corbel" w:hAnsi="Corbel"/>
                <w:b w:val="0"/>
                <w:i/>
                <w:sz w:val="24"/>
                <w:szCs w:val="24"/>
              </w:rPr>
              <w:t>Zajęcia mają na celu zapoznanie studentów z problematyką organizacji naczelnych organów państwa w Polsce, ich kompetencjami, zasadami ich funkcjonowania oraz wzajemnymi relacjami między nimi.</w:t>
            </w:r>
          </w:p>
        </w:tc>
      </w:tr>
    </w:tbl>
    <w:p w14:paraId="717430D8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82BBF1" w14:textId="77777777" w:rsidR="001D7B54" w:rsidRPr="006E4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 xml:space="preserve">3.2 </w:t>
      </w:r>
      <w:r w:rsidR="001D7B54" w:rsidRPr="006E4C25">
        <w:rPr>
          <w:rFonts w:ascii="Corbel" w:hAnsi="Corbel"/>
          <w:b/>
          <w:sz w:val="24"/>
          <w:szCs w:val="24"/>
        </w:rPr>
        <w:t xml:space="preserve">Efekty </w:t>
      </w:r>
      <w:r w:rsidR="00C05F44" w:rsidRPr="006E4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4C25">
        <w:rPr>
          <w:rFonts w:ascii="Corbel" w:hAnsi="Corbel"/>
          <w:b/>
          <w:sz w:val="24"/>
          <w:szCs w:val="24"/>
        </w:rPr>
        <w:t>dla przedmiotu</w:t>
      </w:r>
      <w:r w:rsidR="00445970" w:rsidRPr="006E4C25">
        <w:rPr>
          <w:rFonts w:ascii="Corbel" w:hAnsi="Corbel"/>
          <w:sz w:val="24"/>
          <w:szCs w:val="24"/>
        </w:rPr>
        <w:t xml:space="preserve"> </w:t>
      </w:r>
    </w:p>
    <w:p w14:paraId="5F70CE90" w14:textId="77777777" w:rsidR="001D7B54" w:rsidRPr="006E4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B14521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953"/>
        <w:gridCol w:w="1843"/>
      </w:tblGrid>
      <w:tr w:rsidR="007455A2" w:rsidRPr="006E4C25" w14:paraId="2F095314" w14:textId="77777777" w:rsidTr="008742E1">
        <w:tc>
          <w:tcPr>
            <w:tcW w:w="1668" w:type="dxa"/>
            <w:shd w:val="clear" w:color="auto" w:fill="auto"/>
            <w:vAlign w:val="center"/>
          </w:tcPr>
          <w:p w14:paraId="7CB5BC28" w14:textId="77777777" w:rsidR="007455A2" w:rsidRPr="00B77080" w:rsidRDefault="007455A2" w:rsidP="008742E1">
            <w:pPr>
              <w:spacing w:after="0"/>
            </w:pPr>
            <w:r w:rsidRPr="00B77080">
              <w:t>EK (efekt uczenia się)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3003B12" w14:textId="77777777" w:rsidR="007455A2" w:rsidRPr="00B77080" w:rsidRDefault="007455A2" w:rsidP="008742E1">
            <w:pPr>
              <w:spacing w:after="0"/>
            </w:pPr>
            <w:r w:rsidRPr="00B77080">
              <w:t>Treść efektu uczenia się zdefiniowanego dla przedmiotu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E71B26" w14:textId="77777777" w:rsidR="007455A2" w:rsidRDefault="007455A2" w:rsidP="008742E1">
            <w:pPr>
              <w:spacing w:after="0"/>
            </w:pPr>
            <w:r w:rsidRPr="00B77080">
              <w:t xml:space="preserve">Odniesienie do efektów  kierunkowych  </w:t>
            </w:r>
          </w:p>
        </w:tc>
      </w:tr>
      <w:tr w:rsidR="00604FF8" w:rsidRPr="006E4C25" w14:paraId="491E549D" w14:textId="77777777" w:rsidTr="008742E1">
        <w:tc>
          <w:tcPr>
            <w:tcW w:w="1668" w:type="dxa"/>
            <w:shd w:val="clear" w:color="auto" w:fill="auto"/>
            <w:vAlign w:val="center"/>
          </w:tcPr>
          <w:p w14:paraId="13C4EAAE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46BC279" w14:textId="77777777" w:rsidR="00604FF8" w:rsidRPr="006E4C25" w:rsidRDefault="00604FF8" w:rsidP="008742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Posiada wiedzę w zakresie systemu organów władzy państwowej  Polsce</w:t>
            </w:r>
          </w:p>
          <w:p w14:paraId="35104458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63A635" w14:textId="625710F4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  <w:t>K_W01,K_W02,</w:t>
            </w:r>
          </w:p>
          <w:p w14:paraId="3AFE4EB5" w14:textId="40A0DF58" w:rsidR="00604FF8" w:rsidRPr="008742E1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val="de-DE" w:eastAsia="zh-CN"/>
              </w:rPr>
              <w:t>K_W03,  K_W04, K_W08</w:t>
            </w:r>
          </w:p>
        </w:tc>
      </w:tr>
      <w:tr w:rsidR="00604FF8" w:rsidRPr="006E4C25" w14:paraId="74F2C774" w14:textId="77777777" w:rsidTr="008742E1">
        <w:tc>
          <w:tcPr>
            <w:tcW w:w="1668" w:type="dxa"/>
            <w:shd w:val="clear" w:color="auto" w:fill="auto"/>
            <w:vAlign w:val="center"/>
          </w:tcPr>
          <w:p w14:paraId="2BA0E33A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9348728" w14:textId="2E797E3B" w:rsidR="00604FF8" w:rsidRPr="008742E1" w:rsidRDefault="00604FF8" w:rsidP="008742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Posiada wiedzę w zakresie źródeł prawa w Polsce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31CF84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K_W05,</w:t>
            </w:r>
          </w:p>
        </w:tc>
      </w:tr>
      <w:tr w:rsidR="00604FF8" w:rsidRPr="006E4C25" w14:paraId="4C554368" w14:textId="77777777" w:rsidTr="008742E1">
        <w:tc>
          <w:tcPr>
            <w:tcW w:w="1668" w:type="dxa"/>
            <w:shd w:val="clear" w:color="auto" w:fill="auto"/>
            <w:vAlign w:val="center"/>
          </w:tcPr>
          <w:p w14:paraId="20DA9871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16B3778" w14:textId="1372998D" w:rsidR="00604FF8" w:rsidRPr="008742E1" w:rsidRDefault="00604FF8" w:rsidP="008742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 xml:space="preserve">Zna podstawowe mechanizmy funkcjonowania władzy w Polsce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3BF5E6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K_W02,</w:t>
            </w:r>
          </w:p>
        </w:tc>
      </w:tr>
      <w:tr w:rsidR="00604FF8" w:rsidRPr="006E4C25" w14:paraId="0D28894A" w14:textId="77777777" w:rsidTr="008742E1">
        <w:tc>
          <w:tcPr>
            <w:tcW w:w="1668" w:type="dxa"/>
            <w:shd w:val="clear" w:color="auto" w:fill="auto"/>
            <w:vAlign w:val="center"/>
          </w:tcPr>
          <w:p w14:paraId="7E07D83A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DD71719" w14:textId="05EC6645" w:rsidR="00604FF8" w:rsidRPr="008742E1" w:rsidRDefault="00604FF8" w:rsidP="008742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Sporządza pisma adresowane do różnych organów władzy państwowej (skarga do TK, wniosek do RPO, skarga konstytucyjna)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E38D1D" w14:textId="360B85CF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</w:rPr>
              <w:t>K_U07,</w:t>
            </w:r>
            <w:r w:rsidR="008742E1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r w:rsidRPr="006E4C25">
              <w:rPr>
                <w:rFonts w:ascii="Corbel" w:hAnsi="Corbel"/>
                <w:smallCaps/>
                <w:sz w:val="24"/>
                <w:szCs w:val="24"/>
              </w:rPr>
              <w:t>K_U12,</w:t>
            </w:r>
          </w:p>
          <w:p w14:paraId="333ED971" w14:textId="58B42EC1" w:rsidR="00604FF8" w:rsidRPr="008742E1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</w:rPr>
              <w:t>K_U13,</w:t>
            </w:r>
          </w:p>
        </w:tc>
      </w:tr>
      <w:tr w:rsidR="00604FF8" w:rsidRPr="006E4C25" w14:paraId="02607FD6" w14:textId="77777777" w:rsidTr="008742E1">
        <w:tc>
          <w:tcPr>
            <w:tcW w:w="1668" w:type="dxa"/>
            <w:shd w:val="clear" w:color="auto" w:fill="auto"/>
            <w:vAlign w:val="center"/>
          </w:tcPr>
          <w:p w14:paraId="67278910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EK_05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B44494C" w14:textId="42AADB5F" w:rsidR="00604FF8" w:rsidRPr="008742E1" w:rsidRDefault="00604FF8" w:rsidP="008742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Interpretuje przepisy z uwzględnieniem praktyki ustrojowej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0A91AE" w14:textId="5A566F00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 xml:space="preserve">K_U01, K_U02, </w:t>
            </w:r>
          </w:p>
          <w:p w14:paraId="4E740B75" w14:textId="6A41F335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K_U03,</w:t>
            </w:r>
            <w:r w:rsidR="008742E1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K_U04,</w:t>
            </w:r>
          </w:p>
          <w:p w14:paraId="5484B6AA" w14:textId="5804B1CF" w:rsidR="00604FF8" w:rsidRPr="008742E1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K_U05,</w:t>
            </w:r>
            <w:r w:rsidR="008742E1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Pr="006E4C25">
              <w:rPr>
                <w:rFonts w:ascii="Corbel" w:hAnsi="Corbel"/>
                <w:smallCaps/>
                <w:sz w:val="24"/>
                <w:szCs w:val="24"/>
              </w:rPr>
              <w:t xml:space="preserve">K_U10, </w:t>
            </w:r>
          </w:p>
        </w:tc>
      </w:tr>
      <w:tr w:rsidR="00604FF8" w:rsidRPr="006E4C25" w14:paraId="367F0DB9" w14:textId="77777777" w:rsidTr="008742E1">
        <w:tc>
          <w:tcPr>
            <w:tcW w:w="1668" w:type="dxa"/>
            <w:shd w:val="clear" w:color="auto" w:fill="auto"/>
            <w:vAlign w:val="center"/>
          </w:tcPr>
          <w:p w14:paraId="4B14F3AE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EK_06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A8D991D" w14:textId="25C4750D" w:rsidR="00604FF8" w:rsidRPr="008742E1" w:rsidRDefault="00604FF8" w:rsidP="008742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Posługuje się aktami normatywnymi regulującymi problematykę ustrojową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690040" w14:textId="5D095C93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K_U07, K_U06,</w:t>
            </w:r>
          </w:p>
          <w:p w14:paraId="703B858B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K_U16,</w:t>
            </w:r>
          </w:p>
        </w:tc>
      </w:tr>
      <w:tr w:rsidR="00604FF8" w:rsidRPr="006E4C25" w14:paraId="3534C001" w14:textId="77777777" w:rsidTr="008742E1">
        <w:tc>
          <w:tcPr>
            <w:tcW w:w="1668" w:type="dxa"/>
            <w:shd w:val="clear" w:color="auto" w:fill="auto"/>
            <w:vAlign w:val="center"/>
          </w:tcPr>
          <w:p w14:paraId="433E3F29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EK_07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187F91B" w14:textId="7CCB2B04" w:rsidR="00604FF8" w:rsidRPr="008742E1" w:rsidRDefault="00604FF8" w:rsidP="008742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Dyskutuje o wadach i zaletach obowiązujących regulacji ustrojowych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388507" w14:textId="4218DF65" w:rsidR="00F11C4F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K_U15,</w:t>
            </w:r>
            <w:r w:rsidR="008742E1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="00F11C4F">
              <w:rPr>
                <w:rFonts w:ascii="Corbel" w:hAnsi="Corbel"/>
                <w:sz w:val="24"/>
                <w:szCs w:val="24"/>
                <w:lang w:eastAsia="zh-CN"/>
              </w:rPr>
              <w:t>K_U17</w:t>
            </w:r>
          </w:p>
          <w:p w14:paraId="755443AB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K_K01,</w:t>
            </w:r>
          </w:p>
          <w:p w14:paraId="0311390B" w14:textId="4F3F0B12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K_K02,K_K05,</w:t>
            </w:r>
          </w:p>
          <w:p w14:paraId="46C60182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K_K06,</w:t>
            </w:r>
          </w:p>
        </w:tc>
      </w:tr>
      <w:tr w:rsidR="00604FF8" w:rsidRPr="006E4C25" w14:paraId="377A9348" w14:textId="77777777" w:rsidTr="008742E1">
        <w:tc>
          <w:tcPr>
            <w:tcW w:w="1668" w:type="dxa"/>
            <w:shd w:val="clear" w:color="auto" w:fill="auto"/>
            <w:vAlign w:val="center"/>
          </w:tcPr>
          <w:p w14:paraId="43B6C6CC" w14:textId="77777777" w:rsidR="00604FF8" w:rsidRPr="006E4C25" w:rsidRDefault="00604FF8" w:rsidP="008742E1">
            <w:pPr>
              <w:suppressAutoHyphens/>
              <w:spacing w:after="0" w:line="240" w:lineRule="auto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EK_08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F384015" w14:textId="193E3A9B" w:rsidR="00604FF8" w:rsidRPr="008742E1" w:rsidRDefault="00604FF8" w:rsidP="008742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Ocenia wydarzenia z obszaru praktyki ustrojowej pod kątem obowiązujących rozwiązań prawnych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3114FC" w14:textId="35C649D1" w:rsidR="00604FF8" w:rsidRDefault="00604FF8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K_K03,</w:t>
            </w:r>
            <w:r w:rsidR="008742E1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K_K08,</w:t>
            </w:r>
          </w:p>
          <w:p w14:paraId="76E7D8F1" w14:textId="035B136B" w:rsidR="00604FF8" w:rsidRPr="006E4C25" w:rsidRDefault="00F11C4F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K_U17</w:t>
            </w:r>
          </w:p>
        </w:tc>
      </w:tr>
    </w:tbl>
    <w:p w14:paraId="74710333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94B7C3" w14:textId="77777777" w:rsidR="00604FF8" w:rsidRPr="006E4C25" w:rsidRDefault="00604FF8" w:rsidP="00604F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5A6D9D" w14:textId="4726260B" w:rsidR="0085747A" w:rsidRPr="006E4C25" w:rsidRDefault="008742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14:paraId="1A2BD53D" w14:textId="77777777" w:rsidR="0085747A" w:rsidRPr="006E4C25" w:rsidRDefault="00675843" w:rsidP="008742E1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>3.3</w:t>
      </w:r>
      <w:r w:rsidR="001D7B54" w:rsidRPr="006E4C25">
        <w:rPr>
          <w:rFonts w:ascii="Corbel" w:hAnsi="Corbel"/>
          <w:b/>
          <w:sz w:val="24"/>
          <w:szCs w:val="24"/>
        </w:rPr>
        <w:t xml:space="preserve"> </w:t>
      </w:r>
      <w:r w:rsidR="0085747A" w:rsidRPr="006E4C25">
        <w:rPr>
          <w:rFonts w:ascii="Corbel" w:hAnsi="Corbel"/>
          <w:b/>
          <w:sz w:val="24"/>
          <w:szCs w:val="24"/>
        </w:rPr>
        <w:t>T</w:t>
      </w:r>
      <w:r w:rsidR="001D7B54" w:rsidRPr="006E4C2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E4C25">
        <w:rPr>
          <w:rFonts w:ascii="Corbel" w:hAnsi="Corbel"/>
          <w:sz w:val="24"/>
          <w:szCs w:val="24"/>
        </w:rPr>
        <w:t xml:space="preserve">  </w:t>
      </w:r>
    </w:p>
    <w:p w14:paraId="1EA0374A" w14:textId="1D8E57A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A23874" w14:paraId="5B1AE9D2" w14:textId="77777777" w:rsidTr="008742E1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5D938" w14:textId="77777777" w:rsidR="00A23874" w:rsidRDefault="00A2387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3874" w14:paraId="2CAA9011" w14:textId="77777777" w:rsidTr="008742E1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403"/>
              <w:gridCol w:w="1276"/>
            </w:tblGrid>
            <w:tr w:rsidR="00A23874" w14:paraId="2BE16398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890B23" w14:textId="77777777" w:rsidR="00A23874" w:rsidRDefault="00A23874" w:rsidP="008742E1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ind w:left="284" w:hanging="284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Konstytucja jako akt prawny oraz inne źródła prawa konstytucyjnego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7CFC21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c>
            </w:tr>
            <w:tr w:rsidR="00A23874" w14:paraId="17BAC294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B67D63" w14:textId="4EC41ED3" w:rsidR="00A23874" w:rsidRPr="008742E1" w:rsidRDefault="00A23874" w:rsidP="008742E1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ind w:left="284" w:hanging="284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742E1">
                    <w:rPr>
                      <w:rFonts w:ascii="Corbel" w:hAnsi="Corbel"/>
                      <w:sz w:val="24"/>
                      <w:szCs w:val="24"/>
                    </w:rPr>
                    <w:t>Pojęcie ustroju politycznego (państwowego), systemu politycznego, formy państwa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F4F729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5DB0D166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C76F52" w14:textId="77777777" w:rsidR="00A23874" w:rsidRDefault="00A23874" w:rsidP="008742E1">
                  <w:pPr>
                    <w:pStyle w:val="Akapitzlist"/>
                    <w:numPr>
                      <w:ilvl w:val="0"/>
                      <w:numId w:val="25"/>
                    </w:numPr>
                    <w:spacing w:after="0" w:line="240" w:lineRule="auto"/>
                    <w:ind w:left="284" w:hanging="284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Współczesne formy państwa.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068889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1AB7A0BD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5E29E4" w14:textId="77777777" w:rsidR="00A23874" w:rsidRDefault="00A23874" w:rsidP="008742E1">
                  <w:pPr>
                    <w:numPr>
                      <w:ilvl w:val="0"/>
                      <w:numId w:val="25"/>
                    </w:numPr>
                    <w:spacing w:after="0" w:line="240" w:lineRule="auto"/>
                    <w:ind w:left="284" w:hanging="284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Zasady ustrojowe determinujące strukturę oraz funkcjonowanie organów państwowych w systemie konstytucyjnym RP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7A08FD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A23874" w14:paraId="045F888C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9E2970" w14:textId="77777777" w:rsidR="00A23874" w:rsidRDefault="00A23874" w:rsidP="008742E1">
                  <w:pPr>
                    <w:pStyle w:val="Akapitzlist"/>
                    <w:numPr>
                      <w:ilvl w:val="0"/>
                      <w:numId w:val="25"/>
                    </w:numPr>
                    <w:spacing w:after="0" w:line="240" w:lineRule="auto"/>
                    <w:ind w:left="284" w:hanging="284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Prawa i wolności człowieka i obywatela, ich ochrona, obowiązki obywatela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A858B1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A23874" w14:paraId="424D88AA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61B47" w14:textId="77777777" w:rsidR="00A23874" w:rsidRDefault="00A23874" w:rsidP="008742E1">
                  <w:pPr>
                    <w:numPr>
                      <w:ilvl w:val="0"/>
                      <w:numId w:val="25"/>
                    </w:numPr>
                    <w:spacing w:after="0" w:line="240" w:lineRule="auto"/>
                    <w:ind w:left="284" w:hanging="284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Katalog praw i wolności oraz obowiązków w konstytucji RP</w:t>
                  </w:r>
                </w:p>
                <w:p w14:paraId="65516A60" w14:textId="77777777" w:rsidR="00A23874" w:rsidRDefault="00A23874" w:rsidP="008742E1">
                  <w:pPr>
                    <w:spacing w:after="0" w:line="240" w:lineRule="auto"/>
                    <w:ind w:left="284" w:hanging="284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6AE12D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A23874" w14:paraId="6CF7C1CA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80AB6A" w14:textId="77777777" w:rsidR="00A23874" w:rsidRDefault="00A23874" w:rsidP="008742E1">
                  <w:pPr>
                    <w:numPr>
                      <w:ilvl w:val="0"/>
                      <w:numId w:val="25"/>
                    </w:numPr>
                    <w:spacing w:after="0" w:line="240" w:lineRule="auto"/>
                    <w:ind w:left="284" w:hanging="284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Źródła prawa</w:t>
                  </w:r>
                </w:p>
                <w:p w14:paraId="6A3CCA30" w14:textId="77777777" w:rsidR="00A23874" w:rsidRDefault="00A23874" w:rsidP="008742E1">
                  <w:pPr>
                    <w:spacing w:after="0" w:line="240" w:lineRule="auto"/>
                    <w:ind w:left="284" w:hanging="284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25749F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c>
            </w:tr>
            <w:tr w:rsidR="00A23874" w14:paraId="33F32A54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24DE7" w14:textId="77777777" w:rsidR="00A23874" w:rsidRDefault="00A23874" w:rsidP="008742E1">
                  <w:pPr>
                    <w:numPr>
                      <w:ilvl w:val="0"/>
                      <w:numId w:val="25"/>
                    </w:numPr>
                    <w:spacing w:after="0" w:line="240" w:lineRule="auto"/>
                    <w:ind w:left="284" w:hanging="284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Rodzaje organów państwowych</w:t>
                  </w:r>
                </w:p>
                <w:p w14:paraId="5A0389EE" w14:textId="77777777" w:rsidR="00A23874" w:rsidRDefault="00A23874" w:rsidP="008742E1">
                  <w:pPr>
                    <w:spacing w:after="0" w:line="240" w:lineRule="auto"/>
                    <w:ind w:left="284" w:hanging="284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CF68C5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423321FF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ABAD6A" w14:textId="77777777" w:rsidR="00A23874" w:rsidRDefault="00A23874" w:rsidP="008742E1">
                  <w:pPr>
                    <w:numPr>
                      <w:ilvl w:val="0"/>
                      <w:numId w:val="25"/>
                    </w:numPr>
                    <w:spacing w:after="0" w:line="240" w:lineRule="auto"/>
                    <w:ind w:left="284" w:hanging="284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organy państwowe: parlament, głowa państwa, rząd</w:t>
                  </w:r>
                </w:p>
                <w:p w14:paraId="5F286744" w14:textId="77777777" w:rsidR="00A23874" w:rsidRDefault="00A23874" w:rsidP="008742E1">
                  <w:pPr>
                    <w:spacing w:after="0" w:line="240" w:lineRule="auto"/>
                    <w:ind w:left="284" w:hanging="284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0E788A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16</w:t>
                  </w:r>
                </w:p>
              </w:tc>
            </w:tr>
            <w:tr w:rsidR="00A23874" w14:paraId="44854EF2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AC01A3" w14:textId="77777777" w:rsidR="00A23874" w:rsidRDefault="00A23874" w:rsidP="008742E1">
                  <w:pPr>
                    <w:numPr>
                      <w:ilvl w:val="0"/>
                      <w:numId w:val="25"/>
                    </w:numPr>
                    <w:spacing w:after="0" w:line="240" w:lineRule="auto"/>
                    <w:ind w:left="353" w:hanging="35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organy wymiaru sprawiedliwości</w:t>
                  </w:r>
                </w:p>
                <w:p w14:paraId="67C7A76C" w14:textId="77777777" w:rsidR="00A23874" w:rsidRDefault="00A23874" w:rsidP="008742E1">
                  <w:pPr>
                    <w:spacing w:after="0" w:line="240" w:lineRule="auto"/>
                    <w:ind w:left="353" w:hanging="353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6ED8EF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1021D4F9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327926" w14:textId="77777777" w:rsidR="00A23874" w:rsidRDefault="00A23874" w:rsidP="008742E1">
                  <w:pPr>
                    <w:numPr>
                      <w:ilvl w:val="0"/>
                      <w:numId w:val="25"/>
                    </w:numPr>
                    <w:spacing w:after="0" w:line="240" w:lineRule="auto"/>
                    <w:ind w:left="353" w:hanging="35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Organy samorządu terytorialnego</w:t>
                  </w:r>
                </w:p>
                <w:p w14:paraId="305E7B7A" w14:textId="77777777" w:rsidR="00A23874" w:rsidRDefault="00A23874" w:rsidP="008742E1">
                  <w:pPr>
                    <w:spacing w:after="0" w:line="240" w:lineRule="auto"/>
                    <w:ind w:left="353" w:hanging="353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B3B48A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52BA9D71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F408D4" w14:textId="77777777" w:rsidR="00A23874" w:rsidRDefault="00A23874" w:rsidP="008742E1">
                  <w:pPr>
                    <w:numPr>
                      <w:ilvl w:val="0"/>
                      <w:numId w:val="25"/>
                    </w:numPr>
                    <w:spacing w:after="0" w:line="240" w:lineRule="auto"/>
                    <w:ind w:left="353" w:hanging="35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Organy kontroli państwowej i ochrony prawa</w:t>
                  </w:r>
                </w:p>
                <w:p w14:paraId="3903ABF2" w14:textId="77777777" w:rsidR="00A23874" w:rsidRDefault="00A23874" w:rsidP="008742E1">
                  <w:pPr>
                    <w:spacing w:after="0" w:line="240" w:lineRule="auto"/>
                    <w:ind w:left="353" w:hanging="353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E8315D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3C7035E7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36DE07" w14:textId="77777777" w:rsidR="00A23874" w:rsidRDefault="00A23874" w:rsidP="008742E1">
                  <w:pPr>
                    <w:numPr>
                      <w:ilvl w:val="0"/>
                      <w:numId w:val="25"/>
                    </w:numPr>
                    <w:spacing w:after="0" w:line="240" w:lineRule="auto"/>
                    <w:ind w:left="353" w:hanging="35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Stany szczególnego zagrożenia</w:t>
                  </w:r>
                </w:p>
                <w:p w14:paraId="3FF0948D" w14:textId="77777777" w:rsidR="00A23874" w:rsidRDefault="00A23874" w:rsidP="008742E1">
                  <w:pPr>
                    <w:spacing w:after="0" w:line="240" w:lineRule="auto"/>
                    <w:ind w:left="353" w:hanging="353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FAF2E" w14:textId="77777777" w:rsidR="00A23874" w:rsidRDefault="00A23874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23874" w14:paraId="564C6088" w14:textId="77777777" w:rsidTr="008742E1">
              <w:tc>
                <w:tcPr>
                  <w:tcW w:w="7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D0AF9E" w14:textId="77777777" w:rsidR="00A23874" w:rsidRPr="008742E1" w:rsidRDefault="00A23874" w:rsidP="008742E1">
                  <w:pPr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8742E1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Suma godzin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EE0BED" w14:textId="0CB27D13" w:rsidR="00A23874" w:rsidRPr="008742E1" w:rsidRDefault="008742E1">
                  <w:pPr>
                    <w:jc w:val="center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b/>
                      <w:sz w:val="24"/>
                      <w:szCs w:val="24"/>
                    </w:rPr>
                    <w:t>60</w:t>
                  </w:r>
                </w:p>
              </w:tc>
            </w:tr>
          </w:tbl>
          <w:p w14:paraId="4B202EA7" w14:textId="77777777" w:rsidR="00A23874" w:rsidRDefault="00A238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659606" w14:textId="77777777" w:rsidR="00675843" w:rsidRPr="006E4C2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56CDA9" w14:textId="77777777" w:rsidR="0085747A" w:rsidRPr="006E4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4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4C25">
        <w:rPr>
          <w:rFonts w:ascii="Corbel" w:hAnsi="Corbel"/>
          <w:sz w:val="24"/>
          <w:szCs w:val="24"/>
        </w:rPr>
        <w:t xml:space="preserve">, </w:t>
      </w:r>
      <w:r w:rsidRPr="006E4C25">
        <w:rPr>
          <w:rFonts w:ascii="Corbel" w:hAnsi="Corbel"/>
          <w:sz w:val="24"/>
          <w:szCs w:val="24"/>
        </w:rPr>
        <w:t xml:space="preserve">zajęć praktycznych </w:t>
      </w:r>
    </w:p>
    <w:p w14:paraId="041C8CC3" w14:textId="77777777" w:rsidR="0085747A" w:rsidRPr="006E4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032D11" w:rsidRPr="006E4C25" w14:paraId="744CBB28" w14:textId="77777777" w:rsidTr="008742E1">
        <w:tc>
          <w:tcPr>
            <w:tcW w:w="8073" w:type="dxa"/>
          </w:tcPr>
          <w:p w14:paraId="5650C970" w14:textId="77777777" w:rsidR="00032D11" w:rsidRPr="006E4C25" w:rsidRDefault="00032D11" w:rsidP="00670A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D11" w:rsidRPr="006E4C25" w14:paraId="705746F9" w14:textId="77777777" w:rsidTr="008742E1">
        <w:tc>
          <w:tcPr>
            <w:tcW w:w="8073" w:type="dxa"/>
          </w:tcPr>
          <w:tbl>
            <w:tblPr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403"/>
              <w:gridCol w:w="1381"/>
            </w:tblGrid>
            <w:tr w:rsidR="00032D11" w:rsidRPr="006E4C25" w14:paraId="40778E55" w14:textId="77777777" w:rsidTr="008742E1">
              <w:trPr>
                <w:trHeight w:val="1169"/>
              </w:trPr>
              <w:tc>
                <w:tcPr>
                  <w:tcW w:w="7403" w:type="dxa"/>
                  <w:shd w:val="clear" w:color="auto" w:fill="auto"/>
                </w:tcPr>
                <w:p w14:paraId="3EB4D5D5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Wprowadzenie do problematyki przedmiotu</w:t>
                  </w:r>
                </w:p>
                <w:p w14:paraId="3A7C2039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i miejsce prawa konstytucyjnego w systemie prawa;</w:t>
                  </w:r>
                </w:p>
                <w:p w14:paraId="46ED0E5D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Prawo konstytucyjne a inne gałęzie prawa;</w:t>
                  </w:r>
                </w:p>
                <w:p w14:paraId="0F4CCF98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Pojęcie, funkcje, budowa i rodzaje konstytucji;</w:t>
                  </w:r>
                </w:p>
                <w:p w14:paraId="10C4AA7A" w14:textId="77777777" w:rsidR="00032D11" w:rsidRPr="006E4C25" w:rsidRDefault="00032D11" w:rsidP="00032D1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Procedura uchwalania i zmiany konstytucji.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63CCBCE5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5A104FED" w14:textId="77777777" w:rsidTr="008742E1">
              <w:trPr>
                <w:trHeight w:val="386"/>
              </w:trPr>
              <w:tc>
                <w:tcPr>
                  <w:tcW w:w="7403" w:type="dxa"/>
                  <w:shd w:val="clear" w:color="auto" w:fill="auto"/>
                </w:tcPr>
                <w:p w14:paraId="459C375C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Współczesne formy państwa</w:t>
                  </w:r>
                </w:p>
                <w:p w14:paraId="15048E27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Forma państwa</w:t>
                  </w:r>
                </w:p>
                <w:p w14:paraId="6ACE3DD1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Forma rządu </w:t>
                  </w:r>
                </w:p>
                <w:p w14:paraId="052657FE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Terytorialna struktura państwa </w:t>
                  </w:r>
                </w:p>
                <w:p w14:paraId="2B0A4F77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Styl rządzenia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459757CE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063B3C6C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3ED72BFC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Zasady ustroju w Konstytucji RP</w:t>
                  </w:r>
                </w:p>
                <w:p w14:paraId="5FBF4A2C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6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i rola zasad prawa oraz ich miejsce w konstytucji;</w:t>
                  </w:r>
                </w:p>
                <w:p w14:paraId="488D5BD7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6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Omówienie zasad</w:t>
                  </w: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: </w:t>
                  </w:r>
                </w:p>
                <w:p w14:paraId="7209297C" w14:textId="77777777" w:rsidR="00032D11" w:rsidRPr="006E4C25" w:rsidRDefault="00032D11" w:rsidP="00032D11">
                  <w:pPr>
                    <w:pStyle w:val="Akapitzlist"/>
                    <w:widowControl w:val="0"/>
                    <w:numPr>
                      <w:ilvl w:val="0"/>
                      <w:numId w:val="6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republikańskiej formy rządów, demokratycznego państwa prawnego, unitarnej formy państwa, suwerenności narodu, przedstawicielstwa politycznego, trójpodziału władzy, pluralizmu politycznego oraz społeczeństwa obywatelskiego.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648966D7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2</w:t>
                  </w:r>
                </w:p>
              </w:tc>
            </w:tr>
            <w:tr w:rsidR="00032D11" w:rsidRPr="006E4C25" w14:paraId="41EFE8C7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2989A772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Status jednostki w państwie </w:t>
                  </w:r>
                </w:p>
                <w:p w14:paraId="20E97A56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obywatelstwa i prawo do jego posiadania;</w:t>
                  </w:r>
                </w:p>
                <w:p w14:paraId="3806F861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Obywatelstwo polskie;</w:t>
                  </w:r>
                </w:p>
                <w:p w14:paraId="7E73717C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Geneza, ewolucja i terminologia praw człowieka; </w:t>
                  </w:r>
                </w:p>
                <w:p w14:paraId="2DD5907E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Klasyfikacja praw, wolności i obowiązków.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751501B8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32D11" w:rsidRPr="006E4C25" w14:paraId="4376F040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2BC1FABA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Konstytucyjny system źródeł prawa</w:t>
                  </w:r>
                </w:p>
                <w:p w14:paraId="4BBC82A4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Dualistyczna koncepcja źródeł prawa;</w:t>
                  </w:r>
                </w:p>
                <w:p w14:paraId="19ECBBF3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Akty powszechnie obowiązującego prawa;</w:t>
                  </w:r>
                </w:p>
                <w:p w14:paraId="29F3221C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Akty prawa wewnętrznego.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6F7054ED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32D11" w:rsidRPr="006E4C25" w14:paraId="60F9FBFF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44EB8D4F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Instytucje demokracji bezpośredniej – pojęcie i formy</w:t>
                  </w:r>
                </w:p>
                <w:p w14:paraId="1B98E32C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Referendum – pojęcie, rodzaje i przedmiot;</w:t>
                  </w:r>
                </w:p>
                <w:p w14:paraId="534FCFCC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Referendum ogólnokrajowe i lokalne w świetle obowiązujących przepisów;</w:t>
                  </w:r>
                </w:p>
                <w:p w14:paraId="37E3A385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Obywatelska inicjatywa ustawodawcza.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3304FA10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4FB3F254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71454AB6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Prawo wyborcze w III RP</w:t>
                  </w:r>
                </w:p>
                <w:p w14:paraId="0A502999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systemu wyborczego i prawa wyborczego;</w:t>
                  </w:r>
                </w:p>
                <w:p w14:paraId="40588143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Źródła prawa wyborczego;</w:t>
                  </w:r>
                </w:p>
                <w:p w14:paraId="1E63C766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Funkcje wyborów;</w:t>
                  </w:r>
                </w:p>
                <w:p w14:paraId="74E568A5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Konstytucyjny katalog zasad prawa wyborczego;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1FEC84EB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32D11" w:rsidRPr="006E4C25" w14:paraId="4EE7CBF4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45645AE1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  <w:t xml:space="preserve">Parlament </w:t>
                  </w:r>
                </w:p>
                <w:p w14:paraId="35FF45D3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Geneza parlamentu;</w:t>
                  </w:r>
                </w:p>
                <w:p w14:paraId="1D26928F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Funkcje parlamentu;</w:t>
                  </w:r>
                </w:p>
                <w:p w14:paraId="6BD148CB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2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Źródła polskiego prawa parlamentarnego</w:t>
                  </w:r>
                </w:p>
                <w:p w14:paraId="56E29393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2"/>
                    </w:numPr>
                    <w:spacing w:after="0" w:line="240" w:lineRule="auto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Struktura parlamentu.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4D4443BF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32D11" w:rsidRPr="006E4C25" w14:paraId="1146E852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2D883A1D" w14:textId="77777777" w:rsidR="00032D11" w:rsidRPr="006E4C25" w:rsidRDefault="00032D11" w:rsidP="00032D11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  <w:t>Prezydent</w:t>
                  </w:r>
                </w:p>
                <w:p w14:paraId="5E2A48A5" w14:textId="77777777" w:rsidR="00CF616E" w:rsidRPr="006E4C25" w:rsidRDefault="00CF616E" w:rsidP="00032D11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Pozycja ustrojowa</w:t>
                  </w:r>
                </w:p>
                <w:p w14:paraId="1731C12E" w14:textId="77777777" w:rsidR="00CF616E" w:rsidRPr="006E4C25" w:rsidRDefault="00CF616E" w:rsidP="00032D11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Wybory Prezydenta i jego mandat</w:t>
                  </w:r>
                </w:p>
                <w:p w14:paraId="6ACCB004" w14:textId="77777777" w:rsidR="00CF616E" w:rsidRPr="006E4C25" w:rsidRDefault="00CF616E" w:rsidP="00032D11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Kontrasygnata i prerogatywy</w:t>
                  </w:r>
                </w:p>
                <w:p w14:paraId="49896D08" w14:textId="77777777" w:rsidR="00032D11" w:rsidRPr="006E4C25" w:rsidRDefault="00032D11" w:rsidP="00032D11">
                  <w:pPr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Zakres kompetencji Prezydenta;</w:t>
                  </w:r>
                </w:p>
                <w:p w14:paraId="3828B52E" w14:textId="77777777" w:rsidR="00032D11" w:rsidRPr="006E4C25" w:rsidRDefault="00032D11" w:rsidP="00CF616E">
                  <w:pPr>
                    <w:spacing w:after="0" w:line="240" w:lineRule="auto"/>
                    <w:ind w:left="720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0CBB876C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32D11" w:rsidRPr="006E4C25" w14:paraId="785D3270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684B3A19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R</w:t>
                  </w:r>
                  <w:r w:rsidR="00D33127"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ada Ministrów </w:t>
                  </w: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i administracja rządowa</w:t>
                  </w:r>
                </w:p>
                <w:p w14:paraId="2900C6A5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Powoływanie i </w:t>
                  </w:r>
                  <w:r w:rsidR="007F367C" w:rsidRPr="006E4C25">
                    <w:rPr>
                      <w:rFonts w:ascii="Corbel" w:hAnsi="Corbel"/>
                      <w:sz w:val="24"/>
                      <w:szCs w:val="24"/>
                    </w:rPr>
                    <w:t>odpowiedzialność</w:t>
                  </w: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 Rady Ministrów;</w:t>
                  </w:r>
                </w:p>
                <w:p w14:paraId="1DD1818F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Skład i organizacja rządu;</w:t>
                  </w:r>
                </w:p>
                <w:p w14:paraId="096407B8" w14:textId="77777777" w:rsidR="007F367C" w:rsidRPr="006E4C25" w:rsidRDefault="00032D11" w:rsidP="007F367C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 xml:space="preserve">Zakres kompetencji Rady Ministrów </w:t>
                  </w:r>
                </w:p>
                <w:p w14:paraId="5D88DD3B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Kontrasygnata i odpowiedzialność parlamentarna rządu.</w:t>
                  </w:r>
                </w:p>
                <w:p w14:paraId="669C13E5" w14:textId="77777777" w:rsidR="00032D11" w:rsidRPr="006E4C25" w:rsidRDefault="00032D11" w:rsidP="00670A6E">
                  <w:pPr>
                    <w:pStyle w:val="Akapitzlist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0CB434E0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32D11" w:rsidRPr="006E4C25" w14:paraId="72DD85FC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2A64F451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 xml:space="preserve">Wymiar sprawiedliwości </w:t>
                  </w:r>
                </w:p>
                <w:p w14:paraId="7DFD8430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wymiaru sprawiedliwości;</w:t>
                  </w:r>
                </w:p>
                <w:p w14:paraId="01C5318F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Konstytucyjne zasady organizacji i funkcjonowania wymiaru sprawiedliwości;</w:t>
                  </w:r>
                </w:p>
                <w:p w14:paraId="050AE1D7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Organy wymiaru sprawiedliwości;</w:t>
                  </w:r>
                </w:p>
                <w:p w14:paraId="0D86B301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Krajowa Rada Sądownictwa.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038DD2D2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32D11" w:rsidRPr="006E4C25" w14:paraId="2F8160AA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376A05E0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lastRenderedPageBreak/>
                    <w:t>Trybunał Konstytucyjny</w:t>
                  </w:r>
                </w:p>
                <w:p w14:paraId="79704534" w14:textId="77777777" w:rsidR="00350BA2" w:rsidRPr="006E4C25" w:rsidRDefault="00350BA2" w:rsidP="00032D11">
                  <w:pPr>
                    <w:pStyle w:val="Akapitzlist"/>
                    <w:numPr>
                      <w:ilvl w:val="1"/>
                      <w:numId w:val="16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Pozycja ustrojowa i skład Trybunału Konstytucyjnego;</w:t>
                  </w:r>
                </w:p>
                <w:p w14:paraId="631BCC22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6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Funkcje i organizacja Trybunału Konstytucyjnego;</w:t>
                  </w:r>
                </w:p>
                <w:p w14:paraId="3C731216" w14:textId="77777777" w:rsidR="00350BA2" w:rsidRPr="006E4C25" w:rsidRDefault="00350BA2" w:rsidP="00032D11">
                  <w:pPr>
                    <w:pStyle w:val="Akapitzlist"/>
                    <w:numPr>
                      <w:ilvl w:val="1"/>
                      <w:numId w:val="16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Funkcje Trybunału Konstytucyjnego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2589B8C0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32D11" w:rsidRPr="006E4C25" w14:paraId="7539E352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1166151B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Trybunał Stanu</w:t>
                  </w:r>
                </w:p>
                <w:p w14:paraId="14445AE4" w14:textId="77777777" w:rsidR="00032D11" w:rsidRPr="006E4C25" w:rsidRDefault="00F22094" w:rsidP="00032D11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Odpowiedzialność konstytucyjna.</w:t>
                  </w:r>
                </w:p>
                <w:p w14:paraId="1D5FAB81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Pozycja ustrojowa i organizacja Trybunału Stanu;</w:t>
                  </w:r>
                </w:p>
                <w:p w14:paraId="7A43430F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Podmiotowy i przedmiotowy zakres odpowiedzialności przed Trybunałem Stanu;</w:t>
                  </w:r>
                </w:p>
                <w:p w14:paraId="0170966E" w14:textId="77777777" w:rsidR="00032D11" w:rsidRPr="006E4C25" w:rsidRDefault="00F22094" w:rsidP="00032D11">
                  <w:pPr>
                    <w:pStyle w:val="Akapitzlist"/>
                    <w:numPr>
                      <w:ilvl w:val="1"/>
                      <w:numId w:val="17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Postępowanie.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5747B6BA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32D11" w:rsidRPr="006E4C25" w14:paraId="1598043E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48D2BFB8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Najwyższa Izba Kontroli</w:t>
                  </w:r>
                </w:p>
                <w:p w14:paraId="5811C44B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kontroli państwowej;</w:t>
                  </w:r>
                </w:p>
                <w:p w14:paraId="3CA451E7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Pozycja ustrojowa NIK;</w:t>
                  </w:r>
                </w:p>
                <w:p w14:paraId="06E6F0E6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Organizacja NIK;</w:t>
                  </w:r>
                </w:p>
                <w:p w14:paraId="64B46332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Zakres działania NIK.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774E657B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225317B6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03E76903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Rzecznik Praw Obywatelskich</w:t>
                  </w:r>
                </w:p>
                <w:p w14:paraId="5FB44B30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Pojęcie, geneza i ewolucja instytucji;</w:t>
                  </w:r>
                </w:p>
                <w:p w14:paraId="22B56BFF" w14:textId="77777777" w:rsidR="00032D11" w:rsidRPr="006E4C25" w:rsidRDefault="00AE275B" w:rsidP="00032D11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Pozycja ustrojowa RPO</w:t>
                  </w:r>
                  <w:r w:rsidR="00032D11" w:rsidRPr="006E4C25">
                    <w:rPr>
                      <w:rFonts w:ascii="Corbel" w:hAnsi="Corbel"/>
                      <w:sz w:val="24"/>
                      <w:szCs w:val="24"/>
                    </w:rPr>
                    <w:t>;</w:t>
                  </w:r>
                </w:p>
                <w:p w14:paraId="24FCDD45" w14:textId="77777777" w:rsidR="00032D11" w:rsidRPr="006E4C25" w:rsidRDefault="00AE275B" w:rsidP="00032D11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Zakres i formy działania RPO.</w:t>
                  </w:r>
                </w:p>
                <w:p w14:paraId="13C16C6C" w14:textId="77777777" w:rsidR="00032D11" w:rsidRPr="006E4C25" w:rsidRDefault="00032D11" w:rsidP="00AE275B">
                  <w:pPr>
                    <w:spacing w:after="0" w:line="240" w:lineRule="auto"/>
                    <w:ind w:left="36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7E69223A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032D11" w:rsidRPr="006E4C25" w14:paraId="3A50DEB4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68C178B5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Krajowa Rada Radiofonii i Telewizji</w:t>
                  </w:r>
                </w:p>
                <w:p w14:paraId="61409E8E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Pozycja ustrojowa KRRiT;</w:t>
                  </w:r>
                </w:p>
                <w:p w14:paraId="070F8F85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Tryb powoływania, skład i organizacja KRRiT;</w:t>
                  </w:r>
                </w:p>
                <w:p w14:paraId="7B01A44D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Kompetencje i akty prawne KRRiT.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090906A7" w14:textId="77777777" w:rsidR="00032D11" w:rsidRPr="006E4C25" w:rsidRDefault="00032D11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32D11" w:rsidRPr="006E4C25" w14:paraId="47380562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4B7C7568" w14:textId="77777777" w:rsidR="00032D11" w:rsidRPr="006E4C25" w:rsidRDefault="00032D11" w:rsidP="00032D11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Stany nadzwyczajne w państwie</w:t>
                  </w:r>
                </w:p>
                <w:p w14:paraId="00B104B5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Pojęcie stanu nadzwyczajnego;</w:t>
                  </w:r>
                </w:p>
                <w:p w14:paraId="220E32C7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Stan wojenny;</w:t>
                  </w:r>
                </w:p>
                <w:p w14:paraId="15BEB76A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Stan wyjątkowy;</w:t>
                  </w:r>
                </w:p>
                <w:p w14:paraId="508F288C" w14:textId="77777777" w:rsidR="00032D11" w:rsidRPr="006E4C25" w:rsidRDefault="00032D11" w:rsidP="00032D11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Stan klęski żywiołowej.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1F136C8C" w14:textId="77777777" w:rsidR="00032D11" w:rsidRPr="006E4C25" w:rsidRDefault="00774679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032D11" w:rsidRPr="006E4C25" w14:paraId="22D3C187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4B33683A" w14:textId="77777777" w:rsidR="00032D11" w:rsidRPr="006E4C25" w:rsidRDefault="00774679" w:rsidP="00774679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/>
                      <w:sz w:val="24"/>
                      <w:szCs w:val="24"/>
                    </w:rPr>
                    <w:t>Samorząd terytorialny</w:t>
                  </w:r>
                </w:p>
                <w:p w14:paraId="0E325AEE" w14:textId="77777777" w:rsidR="00774679" w:rsidRPr="006E4C25" w:rsidRDefault="00774679" w:rsidP="00774679">
                  <w:pPr>
                    <w:pStyle w:val="Akapitzlist"/>
                    <w:numPr>
                      <w:ilvl w:val="0"/>
                      <w:numId w:val="23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Istota samorządu terytorialnego</w:t>
                  </w:r>
                </w:p>
                <w:p w14:paraId="3CD7187B" w14:textId="77777777" w:rsidR="00774679" w:rsidRPr="006E4C25" w:rsidRDefault="00774679" w:rsidP="00774679">
                  <w:pPr>
                    <w:pStyle w:val="Akapitzlist"/>
                    <w:numPr>
                      <w:ilvl w:val="0"/>
                      <w:numId w:val="23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Ustrój jednostek samorządu terytorialnego</w:t>
                  </w:r>
                </w:p>
                <w:p w14:paraId="22D2ED1E" w14:textId="77777777" w:rsidR="00774679" w:rsidRPr="006E4C25" w:rsidRDefault="00774679" w:rsidP="00774679">
                  <w:pPr>
                    <w:pStyle w:val="Akapitzlist"/>
                    <w:numPr>
                      <w:ilvl w:val="0"/>
                      <w:numId w:val="23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Zakres działania i zadania jednostek samorządu terytorialnego</w:t>
                  </w:r>
                </w:p>
                <w:p w14:paraId="10DF67DA" w14:textId="77777777" w:rsidR="00774679" w:rsidRPr="006E4C25" w:rsidRDefault="00774679" w:rsidP="00774679">
                  <w:pPr>
                    <w:pStyle w:val="Akapitzlist"/>
                    <w:numPr>
                      <w:ilvl w:val="0"/>
                      <w:numId w:val="23"/>
                    </w:num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bCs/>
                      <w:sz w:val="24"/>
                      <w:szCs w:val="24"/>
                    </w:rPr>
                    <w:t>Nadzór nad działalnością samorządu terytorialnego</w:t>
                  </w:r>
                </w:p>
                <w:p w14:paraId="659FC267" w14:textId="77777777" w:rsidR="00774679" w:rsidRPr="006E4C25" w:rsidRDefault="00774679" w:rsidP="00774679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3CF1C9B4" w14:textId="77777777" w:rsidR="00032D11" w:rsidRPr="006E4C25" w:rsidRDefault="00774679" w:rsidP="00670A6E">
                  <w:pPr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6E4C25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774679" w:rsidRPr="006E4C25" w14:paraId="1A8C9F51" w14:textId="77777777" w:rsidTr="008742E1">
              <w:trPr>
                <w:trHeight w:val="140"/>
              </w:trPr>
              <w:tc>
                <w:tcPr>
                  <w:tcW w:w="7403" w:type="dxa"/>
                  <w:shd w:val="clear" w:color="auto" w:fill="auto"/>
                </w:tcPr>
                <w:p w14:paraId="30B4284B" w14:textId="77777777" w:rsidR="00774679" w:rsidRPr="006C7091" w:rsidRDefault="00774679" w:rsidP="00670A6E">
                  <w:pPr>
                    <w:pStyle w:val="Akapitzlist"/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</w:pPr>
                  <w:r w:rsidRPr="006C7091">
                    <w:rPr>
                      <w:rFonts w:ascii="Corbel" w:hAnsi="Corbel"/>
                      <w:b/>
                      <w:bCs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381" w:type="dxa"/>
                  <w:shd w:val="clear" w:color="auto" w:fill="auto"/>
                  <w:vAlign w:val="center"/>
                </w:tcPr>
                <w:p w14:paraId="0A7A8D55" w14:textId="77777777" w:rsidR="00774679" w:rsidRPr="006C7091" w:rsidRDefault="00774679" w:rsidP="00670A6E">
                  <w:pPr>
                    <w:jc w:val="center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6C7091">
                    <w:rPr>
                      <w:rFonts w:ascii="Corbel" w:hAnsi="Corbel"/>
                      <w:b/>
                      <w:sz w:val="24"/>
                      <w:szCs w:val="24"/>
                    </w:rPr>
                    <w:t>60</w:t>
                  </w:r>
                </w:p>
              </w:tc>
            </w:tr>
          </w:tbl>
          <w:p w14:paraId="1FC8AB10" w14:textId="77777777" w:rsidR="00032D11" w:rsidRPr="006E4C25" w:rsidRDefault="00032D1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F4AA735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D73B2" w14:textId="77777777" w:rsidR="0085747A" w:rsidRPr="006E4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>3.4 Metody dydaktyczne</w:t>
      </w:r>
      <w:r w:rsidRPr="006E4C25">
        <w:rPr>
          <w:rFonts w:ascii="Corbel" w:hAnsi="Corbel"/>
          <w:b w:val="0"/>
          <w:smallCaps w:val="0"/>
          <w:szCs w:val="24"/>
        </w:rPr>
        <w:t xml:space="preserve"> </w:t>
      </w:r>
    </w:p>
    <w:p w14:paraId="0F4C4C88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7D20C137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6E4C25">
        <w:rPr>
          <w:rFonts w:ascii="Corbel" w:eastAsia="Cambria" w:hAnsi="Corbel"/>
          <w:sz w:val="24"/>
          <w:szCs w:val="24"/>
        </w:rPr>
        <w:t>Wykład dydaktyczny przy użyciu metod nauczania teoretycznego, praktycznego, aktywizującego oraz sprzętu multimedialnego.</w:t>
      </w:r>
    </w:p>
    <w:p w14:paraId="6CA14394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1AA747D" w14:textId="77777777" w:rsidR="00794D2B" w:rsidRPr="006E4C25" w:rsidRDefault="00794D2B" w:rsidP="00794D2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6E4C25">
        <w:rPr>
          <w:rFonts w:ascii="Corbel" w:eastAsia="Cambria" w:hAnsi="Corbel"/>
          <w:sz w:val="24"/>
          <w:szCs w:val="24"/>
        </w:rPr>
        <w:t>Ćwiczenia prowadzone metodą konwersatoryjną, wymagające samodzielnego uprzedniego zapoznania się z teoretycznymi aspektami zagadnień omawianych na poszczególnych zajęciach</w:t>
      </w:r>
      <w:r w:rsidR="00F82E84" w:rsidRPr="006E4C25">
        <w:rPr>
          <w:rFonts w:ascii="Corbel" w:eastAsia="Cambria" w:hAnsi="Corbel"/>
          <w:sz w:val="24"/>
          <w:szCs w:val="24"/>
        </w:rPr>
        <w:t xml:space="preserve">. </w:t>
      </w:r>
    </w:p>
    <w:p w14:paraId="03438C4C" w14:textId="77777777" w:rsidR="00794D2B" w:rsidRPr="006E4C25" w:rsidRDefault="00794D2B" w:rsidP="00794D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E4C25">
        <w:rPr>
          <w:rFonts w:ascii="Corbel" w:eastAsia="Cambria" w:hAnsi="Corbel"/>
          <w:b w:val="0"/>
          <w:smallCaps w:val="0"/>
          <w:szCs w:val="24"/>
        </w:rPr>
        <w:t>Praca w grupach, analiza przypadków, dyskusja</w:t>
      </w:r>
      <w:r w:rsidR="00432B48" w:rsidRPr="006E4C25">
        <w:rPr>
          <w:rFonts w:ascii="Corbel" w:eastAsia="Cambria" w:hAnsi="Corbel"/>
          <w:b w:val="0"/>
          <w:smallCaps w:val="0"/>
          <w:szCs w:val="24"/>
        </w:rPr>
        <w:t>, wykorzystanie sprzętu multimedialnego.</w:t>
      </w:r>
    </w:p>
    <w:p w14:paraId="5169EB85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BAC9B" w14:textId="77777777" w:rsidR="0085747A" w:rsidRPr="006E4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6E4C25">
        <w:rPr>
          <w:rFonts w:ascii="Corbel" w:hAnsi="Corbel"/>
          <w:smallCaps w:val="0"/>
          <w:szCs w:val="24"/>
        </w:rPr>
        <w:t>METODY I KRYTERIA OCENY</w:t>
      </w:r>
      <w:r w:rsidR="009F4610" w:rsidRPr="006E4C25">
        <w:rPr>
          <w:rFonts w:ascii="Corbel" w:hAnsi="Corbel"/>
          <w:smallCaps w:val="0"/>
          <w:szCs w:val="24"/>
        </w:rPr>
        <w:t xml:space="preserve"> </w:t>
      </w:r>
    </w:p>
    <w:p w14:paraId="64C99102" w14:textId="77777777" w:rsidR="00923D7D" w:rsidRPr="006E4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CE207" w14:textId="77777777" w:rsidR="0085747A" w:rsidRPr="006E4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4C25">
        <w:rPr>
          <w:rFonts w:ascii="Corbel" w:hAnsi="Corbel"/>
          <w:smallCaps w:val="0"/>
          <w:szCs w:val="24"/>
        </w:rPr>
        <w:t>uczenia się</w:t>
      </w:r>
    </w:p>
    <w:p w14:paraId="0607FA64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F76EA6" w:rsidRPr="006E4C25" w14:paraId="1AA4F5AA" w14:textId="77777777" w:rsidTr="008742E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8B9E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Symbol efektu</w:t>
            </w:r>
          </w:p>
          <w:p w14:paraId="37821C91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EBD5F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 xml:space="preserve">Metody oceny efektów </w:t>
            </w:r>
            <w:r w:rsidR="00860E99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uczenia się</w:t>
            </w:r>
          </w:p>
          <w:p w14:paraId="20039F0F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ED6BA" w14:textId="77777777" w:rsidR="008742E1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 xml:space="preserve">Forma zajęć dydaktycznych </w:t>
            </w:r>
          </w:p>
          <w:p w14:paraId="45F9C91B" w14:textId="6BD216BA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 xml:space="preserve">( w, </w:t>
            </w:r>
            <w:proofErr w:type="spellStart"/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ćw</w:t>
            </w:r>
            <w:proofErr w:type="spellEnd"/>
            <w:r w:rsidRPr="006E4C25">
              <w:rPr>
                <w:rFonts w:ascii="Corbel" w:hAnsi="Corbel"/>
                <w:sz w:val="24"/>
                <w:szCs w:val="24"/>
                <w:lang w:eastAsia="zh-CN"/>
              </w:rPr>
              <w:t>, …)</w:t>
            </w:r>
          </w:p>
        </w:tc>
      </w:tr>
      <w:tr w:rsidR="00F76EA6" w:rsidRPr="006E4C25" w14:paraId="417C5577" w14:textId="77777777" w:rsidTr="008742E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140F7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 xml:space="preserve">EK_ 01 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62524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B8EA6" w14:textId="77777777" w:rsidR="00F76EA6" w:rsidRPr="008742E1" w:rsidRDefault="00F76EA6" w:rsidP="008742E1">
            <w:pPr>
              <w:spacing w:after="0"/>
              <w:rPr>
                <w:rFonts w:ascii="Corbel" w:hAnsi="Corbel"/>
                <w:b/>
                <w:lang w:eastAsia="zh-CN"/>
              </w:rPr>
            </w:pPr>
            <w:r w:rsidRPr="008742E1">
              <w:rPr>
                <w:rFonts w:ascii="Corbel" w:hAnsi="Corbel"/>
                <w:lang w:eastAsia="zh-CN"/>
              </w:rPr>
              <w:t>WYKŁAD</w:t>
            </w:r>
          </w:p>
        </w:tc>
      </w:tr>
      <w:tr w:rsidR="00F76EA6" w:rsidRPr="006E4C25" w14:paraId="00CC5B1C" w14:textId="77777777" w:rsidTr="008742E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783EE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 02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D292A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0F2B7" w14:textId="77777777" w:rsidR="00F76EA6" w:rsidRPr="008742E1" w:rsidRDefault="00F76EA6" w:rsidP="008742E1">
            <w:pPr>
              <w:spacing w:after="0"/>
              <w:rPr>
                <w:rFonts w:ascii="Corbel" w:hAnsi="Corbel"/>
                <w:b/>
                <w:lang w:eastAsia="zh-CN"/>
              </w:rPr>
            </w:pPr>
            <w:r w:rsidRPr="008742E1">
              <w:rPr>
                <w:rFonts w:ascii="Corbel" w:hAnsi="Corbel"/>
                <w:lang w:eastAsia="zh-CN"/>
              </w:rPr>
              <w:t>WYKŁAD</w:t>
            </w:r>
          </w:p>
        </w:tc>
      </w:tr>
      <w:tr w:rsidR="00F76EA6" w:rsidRPr="006E4C25" w14:paraId="22C98BF6" w14:textId="77777777" w:rsidTr="008742E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FE1C4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4F691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4003A" w14:textId="77777777" w:rsidR="00F76EA6" w:rsidRPr="008742E1" w:rsidRDefault="00F76EA6" w:rsidP="008742E1">
            <w:pPr>
              <w:spacing w:after="0"/>
              <w:rPr>
                <w:rFonts w:ascii="Corbel" w:hAnsi="Corbel"/>
                <w:b/>
                <w:lang w:eastAsia="zh-CN"/>
              </w:rPr>
            </w:pPr>
            <w:r w:rsidRPr="008742E1">
              <w:rPr>
                <w:rFonts w:ascii="Corbel" w:hAnsi="Corbel"/>
                <w:lang w:eastAsia="zh-CN"/>
              </w:rPr>
              <w:t>WYKŁAD</w:t>
            </w:r>
          </w:p>
        </w:tc>
      </w:tr>
      <w:tr w:rsidR="00F76EA6" w:rsidRPr="006E4C25" w14:paraId="242E3D17" w14:textId="77777777" w:rsidTr="008742E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B1C82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EK_04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16D49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A5CFE" w14:textId="77777777" w:rsidR="00F76EA6" w:rsidRPr="008742E1" w:rsidRDefault="00F76EA6" w:rsidP="008742E1">
            <w:pPr>
              <w:spacing w:after="0"/>
              <w:rPr>
                <w:rFonts w:ascii="Corbel" w:hAnsi="Corbel"/>
                <w:b/>
                <w:lang w:eastAsia="zh-CN"/>
              </w:rPr>
            </w:pPr>
            <w:r w:rsidRPr="008742E1">
              <w:rPr>
                <w:rFonts w:ascii="Corbel" w:hAnsi="Corbel"/>
                <w:lang w:eastAsia="zh-CN"/>
              </w:rPr>
              <w:t>ĆWICZENIA</w:t>
            </w:r>
          </w:p>
        </w:tc>
      </w:tr>
      <w:tr w:rsidR="00F76EA6" w:rsidRPr="006E4C25" w14:paraId="33154A21" w14:textId="77777777" w:rsidTr="008742E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A5368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EK_05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E6B29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1EE71" w14:textId="77777777" w:rsidR="00F76EA6" w:rsidRPr="008742E1" w:rsidRDefault="00F76EA6" w:rsidP="008742E1">
            <w:pPr>
              <w:spacing w:after="0"/>
              <w:rPr>
                <w:rFonts w:ascii="Corbel" w:hAnsi="Corbel"/>
                <w:lang w:eastAsia="zh-CN"/>
              </w:rPr>
            </w:pPr>
            <w:r w:rsidRPr="008742E1">
              <w:rPr>
                <w:rFonts w:ascii="Corbel" w:hAnsi="Corbel"/>
                <w:lang w:eastAsia="zh-CN"/>
              </w:rPr>
              <w:t>ĆWICZENIA</w:t>
            </w:r>
          </w:p>
        </w:tc>
      </w:tr>
      <w:tr w:rsidR="00F76EA6" w:rsidRPr="006E4C25" w14:paraId="71B8942F" w14:textId="77777777" w:rsidTr="008742E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9AF1A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EK_06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F4D7E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C9477" w14:textId="77777777" w:rsidR="00F76EA6" w:rsidRPr="008742E1" w:rsidRDefault="00F76EA6" w:rsidP="008742E1">
            <w:pPr>
              <w:spacing w:after="0"/>
              <w:rPr>
                <w:rFonts w:ascii="Corbel" w:hAnsi="Corbel"/>
                <w:lang w:eastAsia="zh-CN"/>
              </w:rPr>
            </w:pPr>
            <w:r w:rsidRPr="008742E1">
              <w:rPr>
                <w:rFonts w:ascii="Corbel" w:hAnsi="Corbel"/>
                <w:lang w:eastAsia="zh-CN"/>
              </w:rPr>
              <w:t>ĆWICZENIA</w:t>
            </w:r>
          </w:p>
        </w:tc>
      </w:tr>
      <w:tr w:rsidR="00F76EA6" w:rsidRPr="006E4C25" w14:paraId="3B2A577D" w14:textId="77777777" w:rsidTr="008742E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9D20C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EK_07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C03AD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60494" w14:textId="77777777" w:rsidR="00F76EA6" w:rsidRPr="008742E1" w:rsidRDefault="00F76EA6" w:rsidP="008742E1">
            <w:pPr>
              <w:spacing w:after="0"/>
              <w:rPr>
                <w:rFonts w:ascii="Corbel" w:hAnsi="Corbel"/>
                <w:lang w:eastAsia="zh-CN"/>
              </w:rPr>
            </w:pPr>
            <w:r w:rsidRPr="008742E1">
              <w:rPr>
                <w:rFonts w:ascii="Corbel" w:hAnsi="Corbel"/>
                <w:lang w:eastAsia="zh-CN"/>
              </w:rPr>
              <w:t>ĆWICZENIA</w:t>
            </w:r>
          </w:p>
        </w:tc>
      </w:tr>
      <w:tr w:rsidR="00F76EA6" w:rsidRPr="006E4C25" w14:paraId="53C91562" w14:textId="77777777" w:rsidTr="008742E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B3950" w14:textId="77777777" w:rsidR="00F76EA6" w:rsidRPr="006E4C25" w:rsidRDefault="00F76EA6" w:rsidP="008742E1">
            <w:pPr>
              <w:tabs>
                <w:tab w:val="left" w:pos="1125"/>
              </w:tabs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EK_08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2A946" w14:textId="77777777" w:rsidR="00F76EA6" w:rsidRPr="006E4C25" w:rsidRDefault="00F76EA6" w:rsidP="008742E1">
            <w:pPr>
              <w:suppressAutoHyphens/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zh-CN"/>
              </w:rPr>
            </w:pPr>
            <w:r w:rsidRPr="006E4C25">
              <w:rPr>
                <w:rFonts w:ascii="Corbel" w:hAnsi="Corbel"/>
                <w:smallCaps/>
                <w:sz w:val="24"/>
                <w:szCs w:val="24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4BBE6" w14:textId="00D8DCBB" w:rsidR="00F76EA6" w:rsidRPr="008742E1" w:rsidRDefault="008742E1" w:rsidP="008742E1">
            <w:pPr>
              <w:spacing w:after="0"/>
              <w:rPr>
                <w:rFonts w:ascii="Corbel" w:hAnsi="Corbel"/>
                <w:lang w:eastAsia="zh-CN"/>
              </w:rPr>
            </w:pPr>
            <w:r w:rsidRPr="008742E1">
              <w:rPr>
                <w:rFonts w:ascii="Corbel" w:hAnsi="Corbel"/>
                <w:lang w:eastAsia="zh-CN"/>
              </w:rPr>
              <w:t>ĆWICZENIA</w:t>
            </w:r>
          </w:p>
        </w:tc>
      </w:tr>
    </w:tbl>
    <w:p w14:paraId="64463E98" w14:textId="77777777" w:rsidR="00303C58" w:rsidRDefault="00303C5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5DC3FEE" w14:textId="77777777" w:rsidR="0085747A" w:rsidRPr="006E4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4.2 </w:t>
      </w:r>
      <w:r w:rsidR="0085747A" w:rsidRPr="006E4C2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E4C25">
        <w:rPr>
          <w:rFonts w:ascii="Corbel" w:hAnsi="Corbel"/>
          <w:smallCaps w:val="0"/>
          <w:szCs w:val="24"/>
        </w:rPr>
        <w:t xml:space="preserve"> </w:t>
      </w:r>
    </w:p>
    <w:p w14:paraId="1D8D9130" w14:textId="77777777" w:rsidR="00923D7D" w:rsidRPr="006E4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745706" w:rsidRPr="006E4C25" w14:paraId="002CDB61" w14:textId="77777777" w:rsidTr="008742E1">
        <w:tc>
          <w:tcPr>
            <w:tcW w:w="9094" w:type="dxa"/>
          </w:tcPr>
          <w:p w14:paraId="5B079E80" w14:textId="77777777" w:rsidR="00745706" w:rsidRPr="006E4C25" w:rsidRDefault="00745706" w:rsidP="006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4E5879F4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b/>
                <w:sz w:val="24"/>
                <w:szCs w:val="24"/>
              </w:rPr>
              <w:t xml:space="preserve">Ćwiczenia </w:t>
            </w:r>
          </w:p>
          <w:p w14:paraId="334B5D3C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b/>
                <w:iCs/>
                <w:sz w:val="24"/>
                <w:szCs w:val="24"/>
              </w:rPr>
              <w:t>Część testowa</w:t>
            </w:r>
            <w:r w:rsidRPr="006E4C25">
              <w:rPr>
                <w:rFonts w:ascii="Corbel" w:eastAsia="Cambria" w:hAnsi="Corbel"/>
                <w:iCs/>
                <w:sz w:val="24"/>
                <w:szCs w:val="24"/>
              </w:rPr>
              <w:t xml:space="preserve"> składa się z 10 pytań jednokrotnego lub wielokrotnego wyboru </w:t>
            </w:r>
          </w:p>
          <w:p w14:paraId="6D44873C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b/>
                <w:iCs/>
                <w:sz w:val="24"/>
                <w:szCs w:val="24"/>
              </w:rPr>
              <w:t>Część opisowa</w:t>
            </w:r>
            <w:r w:rsidRPr="006E4C25">
              <w:rPr>
                <w:rFonts w:ascii="Corbel" w:eastAsia="Cambria" w:hAnsi="Corbel"/>
                <w:iCs/>
                <w:sz w:val="24"/>
                <w:szCs w:val="24"/>
              </w:rPr>
              <w:t xml:space="preserve"> składa się z 1-3 pytań otwartych </w:t>
            </w:r>
          </w:p>
          <w:p w14:paraId="7904EABA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b/>
                <w:iCs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b/>
                <w:iCs/>
                <w:sz w:val="24"/>
                <w:szCs w:val="24"/>
              </w:rPr>
              <w:t>Maksymalna liczba punktów do uzyskania: 16 pkt.</w:t>
            </w:r>
          </w:p>
          <w:p w14:paraId="4CADCAFE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iCs/>
                <w:sz w:val="24"/>
                <w:szCs w:val="24"/>
              </w:rPr>
              <w:t>Student otrzymuje</w:t>
            </w:r>
            <w:r w:rsidRPr="006E4C25">
              <w:rPr>
                <w:rFonts w:ascii="Corbel" w:eastAsia="Cambria" w:hAnsi="Corbel"/>
                <w:b/>
                <w:iCs/>
                <w:sz w:val="24"/>
                <w:szCs w:val="24"/>
              </w:rPr>
              <w:t xml:space="preserve"> ocenę pozytywną uzyskując co najmniej 50 % maksymalnej liczby punktów (8 pkt.)</w:t>
            </w:r>
          </w:p>
          <w:p w14:paraId="425161FE" w14:textId="77777777" w:rsidR="00745706" w:rsidRPr="006E4C25" w:rsidRDefault="00745706" w:rsidP="00670A6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E4C25">
              <w:rPr>
                <w:rFonts w:ascii="Corbel" w:eastAsia="Cambria" w:hAnsi="Corbel"/>
                <w:b/>
                <w:sz w:val="24"/>
                <w:szCs w:val="24"/>
              </w:rPr>
              <w:t>Egzamin</w:t>
            </w:r>
          </w:p>
          <w:p w14:paraId="0FCE80B8" w14:textId="257EBC96" w:rsidR="00745706" w:rsidRPr="008742E1" w:rsidRDefault="00712A9C" w:rsidP="008742E1">
            <w:pPr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1 pytanie opisowe i 10 pytań testowych jedno lub wielokrotnego wyboru lub w formie opisowej (3-5 pytań otwartych)</w:t>
            </w:r>
          </w:p>
        </w:tc>
      </w:tr>
    </w:tbl>
    <w:p w14:paraId="53E8C51F" w14:textId="77777777" w:rsidR="0085747A" w:rsidRPr="006E4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F0889" w14:textId="77777777" w:rsidR="009F4610" w:rsidRPr="006E4C25" w:rsidRDefault="0085747A" w:rsidP="008742E1">
      <w:pPr>
        <w:pStyle w:val="Bezodstpw"/>
        <w:spacing w:after="240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4C25">
        <w:rPr>
          <w:rFonts w:ascii="Corbel" w:hAnsi="Corbel"/>
          <w:b/>
          <w:sz w:val="24"/>
          <w:szCs w:val="24"/>
        </w:rPr>
        <w:t xml:space="preserve">5. </w:t>
      </w:r>
      <w:r w:rsidR="00C61DC5" w:rsidRPr="006E4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92034" w:rsidRPr="006E4C25" w14:paraId="333EA2A3" w14:textId="77777777" w:rsidTr="008742E1">
        <w:tc>
          <w:tcPr>
            <w:tcW w:w="4901" w:type="dxa"/>
            <w:vAlign w:val="center"/>
          </w:tcPr>
          <w:p w14:paraId="3E574291" w14:textId="77777777" w:rsidR="00892034" w:rsidRPr="006E4C25" w:rsidRDefault="00892034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34A18380" w14:textId="77777777" w:rsidR="00892034" w:rsidRPr="006E4C25" w:rsidRDefault="00892034" w:rsidP="00670A6E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92034" w:rsidRPr="006E4C25" w14:paraId="3CB51939" w14:textId="77777777" w:rsidTr="008742E1">
        <w:tc>
          <w:tcPr>
            <w:tcW w:w="4901" w:type="dxa"/>
          </w:tcPr>
          <w:p w14:paraId="04F21897" w14:textId="77777777" w:rsidR="00892034" w:rsidRPr="006E4C25" w:rsidRDefault="00892034" w:rsidP="00860E9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60E99">
              <w:rPr>
                <w:rFonts w:ascii="Corbel" w:hAnsi="Corbel"/>
                <w:sz w:val="24"/>
                <w:szCs w:val="24"/>
              </w:rPr>
              <w:t>z harmonogramu</w:t>
            </w:r>
            <w:r w:rsidRPr="006E4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56A6165F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92034" w:rsidRPr="006E4C25" w14:paraId="6270D128" w14:textId="77777777" w:rsidTr="008742E1">
        <w:tc>
          <w:tcPr>
            <w:tcW w:w="4901" w:type="dxa"/>
          </w:tcPr>
          <w:p w14:paraId="0A9569F7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10EDC6F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522B4E89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92034" w:rsidRPr="006E4C25" w14:paraId="0DF8D9E3" w14:textId="77777777" w:rsidTr="008742E1">
        <w:tc>
          <w:tcPr>
            <w:tcW w:w="4901" w:type="dxa"/>
          </w:tcPr>
          <w:p w14:paraId="1D14E13F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11EF13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5C0D86CA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92034" w:rsidRPr="006E4C25" w14:paraId="7BB9B7FA" w14:textId="77777777" w:rsidTr="008742E1">
        <w:tc>
          <w:tcPr>
            <w:tcW w:w="4901" w:type="dxa"/>
          </w:tcPr>
          <w:p w14:paraId="1ECB9F86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4B3AB27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892034" w:rsidRPr="006E4C25" w14:paraId="7B2D3CE9" w14:textId="77777777" w:rsidTr="008742E1">
        <w:tc>
          <w:tcPr>
            <w:tcW w:w="4901" w:type="dxa"/>
          </w:tcPr>
          <w:p w14:paraId="1ED3F698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6E4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4A7F9F6" w14:textId="77777777" w:rsidR="00892034" w:rsidRPr="006E4C25" w:rsidRDefault="00892034" w:rsidP="00670A6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E4C2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53C43DB9" w14:textId="77777777" w:rsidR="0085747A" w:rsidRPr="006E4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4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4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80BE25" w14:textId="77777777" w:rsidR="003E1941" w:rsidRPr="006E4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B6669" w14:textId="3260AED8" w:rsidR="0085747A" w:rsidRPr="006E4C25" w:rsidRDefault="008742E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6E4C2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6E4C25">
        <w:rPr>
          <w:rFonts w:ascii="Corbel" w:hAnsi="Corbel"/>
          <w:smallCaps w:val="0"/>
          <w:szCs w:val="24"/>
        </w:rPr>
        <w:t>PRAKTYKI ZAWO</w:t>
      </w:r>
      <w:r w:rsidR="009C1331" w:rsidRPr="006E4C25">
        <w:rPr>
          <w:rFonts w:ascii="Corbel" w:hAnsi="Corbel"/>
          <w:smallCaps w:val="0"/>
          <w:szCs w:val="24"/>
        </w:rPr>
        <w:t>DOWE W RAMACH PRZEDMIOTU</w:t>
      </w:r>
    </w:p>
    <w:p w14:paraId="5864A33C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E4C25" w14:paraId="07FA2D80" w14:textId="77777777" w:rsidTr="008742E1">
        <w:trPr>
          <w:trHeight w:val="397"/>
        </w:trPr>
        <w:tc>
          <w:tcPr>
            <w:tcW w:w="3544" w:type="dxa"/>
          </w:tcPr>
          <w:p w14:paraId="27D70D84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2E36D5" w14:textId="29AEC32F" w:rsidR="0085747A" w:rsidRPr="006E4C25" w:rsidRDefault="008742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E4C25" w14:paraId="4827D581" w14:textId="77777777" w:rsidTr="008742E1">
        <w:trPr>
          <w:trHeight w:val="397"/>
        </w:trPr>
        <w:tc>
          <w:tcPr>
            <w:tcW w:w="3544" w:type="dxa"/>
          </w:tcPr>
          <w:p w14:paraId="23B029BF" w14:textId="77777777" w:rsidR="0085747A" w:rsidRPr="006E4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3E469D" w14:textId="30C0FD3E" w:rsidR="0085747A" w:rsidRPr="006E4C25" w:rsidRDefault="008742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B369D91" w14:textId="77777777" w:rsidR="003E1941" w:rsidRPr="006E4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478623" w14:textId="77777777" w:rsidR="0085747A" w:rsidRPr="006E4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4C25">
        <w:rPr>
          <w:rFonts w:ascii="Corbel" w:hAnsi="Corbel"/>
          <w:smallCaps w:val="0"/>
          <w:szCs w:val="24"/>
        </w:rPr>
        <w:t xml:space="preserve">7. </w:t>
      </w:r>
      <w:r w:rsidR="0085747A" w:rsidRPr="006E4C25">
        <w:rPr>
          <w:rFonts w:ascii="Corbel" w:hAnsi="Corbel"/>
          <w:smallCaps w:val="0"/>
          <w:szCs w:val="24"/>
        </w:rPr>
        <w:t>LITERATURA</w:t>
      </w:r>
      <w:r w:rsidRPr="006E4C25">
        <w:rPr>
          <w:rFonts w:ascii="Corbel" w:hAnsi="Corbel"/>
          <w:smallCaps w:val="0"/>
          <w:szCs w:val="24"/>
        </w:rPr>
        <w:t xml:space="preserve"> </w:t>
      </w:r>
    </w:p>
    <w:p w14:paraId="07F1CAFA" w14:textId="77777777" w:rsidR="00675843" w:rsidRPr="006E4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E4C25" w14:paraId="536C2D66" w14:textId="77777777" w:rsidTr="008742E1">
        <w:trPr>
          <w:trHeight w:val="397"/>
        </w:trPr>
        <w:tc>
          <w:tcPr>
            <w:tcW w:w="7513" w:type="dxa"/>
          </w:tcPr>
          <w:p w14:paraId="62049FA0" w14:textId="36AD4599" w:rsidR="008C00E2" w:rsidRDefault="008C00E2" w:rsidP="008C00E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742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53D50D" w14:textId="77777777" w:rsidR="008742E1" w:rsidRPr="008742E1" w:rsidRDefault="008742E1" w:rsidP="008C00E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66CAFEA" w14:textId="77777777" w:rsidR="008C00E2" w:rsidRDefault="008C00E2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Zięba-Załucka H. (red.), </w:t>
            </w:r>
            <w:r w:rsidRPr="006E4C25">
              <w:rPr>
                <w:rFonts w:ascii="Corbel" w:hAnsi="Corbel"/>
                <w:b w:val="0"/>
                <w:i/>
                <w:smallCaps w:val="0"/>
                <w:szCs w:val="24"/>
              </w:rPr>
              <w:t>Organy państwowe w ustroju konstytucyjnym RP</w:t>
            </w:r>
            <w:r w:rsidRPr="006E4C25">
              <w:rPr>
                <w:rFonts w:ascii="Corbel" w:hAnsi="Corbel"/>
                <w:b w:val="0"/>
                <w:smallCaps w:val="0"/>
                <w:szCs w:val="24"/>
              </w:rPr>
              <w:t>, Rzeszów 2016</w:t>
            </w:r>
          </w:p>
          <w:p w14:paraId="72A58856" w14:textId="77777777" w:rsidR="008C00E2" w:rsidRPr="00151AE7" w:rsidRDefault="00151AE7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1AE7">
              <w:rPr>
                <w:rFonts w:ascii="Corbel" w:hAnsi="Corbel"/>
                <w:b w:val="0"/>
                <w:smallCaps w:val="0"/>
                <w:szCs w:val="24"/>
              </w:rPr>
              <w:t>Skrzydło W. Polskie prawo konstytucyjne, Lublin 2010</w:t>
            </w:r>
          </w:p>
        </w:tc>
      </w:tr>
      <w:tr w:rsidR="0085747A" w:rsidRPr="006E4C25" w14:paraId="67C8DC9A" w14:textId="77777777" w:rsidTr="008742E1">
        <w:trPr>
          <w:trHeight w:val="397"/>
        </w:trPr>
        <w:tc>
          <w:tcPr>
            <w:tcW w:w="7513" w:type="dxa"/>
          </w:tcPr>
          <w:p w14:paraId="78167A18" w14:textId="1B211EBA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742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0A49897" w14:textId="77777777" w:rsidR="008742E1" w:rsidRPr="008742E1" w:rsidRDefault="008742E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156D4F8" w14:textId="77777777" w:rsidR="00151AE7" w:rsidRPr="006E4C25" w:rsidRDefault="00151A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51AE7">
              <w:rPr>
                <w:rFonts w:ascii="Corbel" w:hAnsi="Corbel"/>
                <w:b w:val="0"/>
                <w:smallCaps w:val="0"/>
                <w:szCs w:val="24"/>
              </w:rPr>
              <w:t>Gdulewicz</w:t>
            </w:r>
            <w:proofErr w:type="spellEnd"/>
            <w:r w:rsidRPr="00151AE7">
              <w:rPr>
                <w:rFonts w:ascii="Corbel" w:hAnsi="Corbel"/>
                <w:b w:val="0"/>
                <w:smallCaps w:val="0"/>
                <w:szCs w:val="24"/>
              </w:rPr>
              <w:t xml:space="preserve"> E. (red.), Konstytucyjny system organów państwowych, Lublin 2015</w:t>
            </w:r>
          </w:p>
          <w:p w14:paraId="4B34F773" w14:textId="77777777" w:rsidR="00DB29BF" w:rsidRPr="006E4C25" w:rsidRDefault="00DB29BF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C25">
              <w:rPr>
                <w:rFonts w:ascii="Corbel" w:hAnsi="Corbel"/>
                <w:b w:val="0"/>
                <w:smallCaps w:val="0"/>
                <w:szCs w:val="24"/>
              </w:rPr>
              <w:t>Garlicki L. Polskie prawo konstytucyjne. Zarys wykładu, Warszawa 2019</w:t>
            </w:r>
          </w:p>
          <w:p w14:paraId="4A05C9F3" w14:textId="77777777" w:rsidR="008C00E2" w:rsidRPr="006E4C25" w:rsidRDefault="008C00E2" w:rsidP="008C00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4C25">
              <w:rPr>
                <w:rFonts w:ascii="Corbel" w:hAnsi="Corbel"/>
                <w:b w:val="0"/>
                <w:smallCaps w:val="0"/>
                <w:szCs w:val="24"/>
              </w:rPr>
              <w:t>H.Zięba</w:t>
            </w:r>
            <w:proofErr w:type="spellEnd"/>
            <w:r w:rsidRPr="006E4C25">
              <w:rPr>
                <w:rFonts w:ascii="Corbel" w:hAnsi="Corbel"/>
                <w:b w:val="0"/>
                <w:smallCaps w:val="0"/>
                <w:szCs w:val="24"/>
              </w:rPr>
              <w:t xml:space="preserve">-Załucka (red.), </w:t>
            </w:r>
            <w:r w:rsidRPr="006E4C2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System ochrony praw człowieka w RP, </w:t>
            </w:r>
            <w:r w:rsidRPr="006E4C25">
              <w:rPr>
                <w:rFonts w:ascii="Corbel" w:hAnsi="Corbel"/>
                <w:b w:val="0"/>
                <w:smallCaps w:val="0"/>
                <w:szCs w:val="24"/>
              </w:rPr>
              <w:t>Rzeszów 2015</w:t>
            </w:r>
          </w:p>
          <w:p w14:paraId="5B213A94" w14:textId="77777777" w:rsidR="008C00E2" w:rsidRPr="006E4C25" w:rsidRDefault="008C00E2" w:rsidP="008C00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Sagan S., </w:t>
            </w:r>
            <w:proofErr w:type="spellStart"/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Serzhanova</w:t>
            </w:r>
            <w:proofErr w:type="spellEnd"/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V., </w:t>
            </w:r>
            <w:r w:rsidRPr="006E4C2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Nauka o państwie współczesnym</w:t>
            </w:r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</w:t>
            </w:r>
            <w:r w:rsidR="00DB29BF"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  <w:p w14:paraId="24D12EA9" w14:textId="77777777" w:rsidR="008C00E2" w:rsidRPr="006E4C25" w:rsidRDefault="008C00E2" w:rsidP="008C00E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Banaszak B., </w:t>
            </w:r>
            <w:r w:rsidRPr="006E4C2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Prawo Konstytucyjne</w:t>
            </w:r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</w:t>
            </w:r>
            <w:r w:rsidR="00DB29BF"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07F7DCA5" w14:textId="77777777" w:rsidR="008C00E2" w:rsidRPr="006E4C25" w:rsidRDefault="008C00E2" w:rsidP="008C00E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Sarnecki P. (red.), </w:t>
            </w:r>
            <w:r w:rsidRPr="006E4C2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Prawo konstytucyjne RP, </w:t>
            </w:r>
            <w:r w:rsidRPr="006E4C25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2013</w:t>
            </w:r>
          </w:p>
          <w:p w14:paraId="4AD851D9" w14:textId="77777777" w:rsidR="008C00E2" w:rsidRPr="00151AE7" w:rsidRDefault="008C00E2" w:rsidP="008C00E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E4C2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Skrzydło W., </w:t>
            </w:r>
            <w:r w:rsidRPr="006E4C25">
              <w:rPr>
                <w:rFonts w:ascii="Corbel" w:eastAsia="Times New Roman" w:hAnsi="Corbel"/>
                <w:b w:val="0"/>
                <w:i/>
                <w:smallCaps w:val="0"/>
                <w:szCs w:val="24"/>
                <w:lang w:eastAsia="pl-PL"/>
              </w:rPr>
              <w:t>Konstytucja Rzeczpospolitej Polskiej. Komentarz</w:t>
            </w:r>
            <w:r w:rsidRPr="006E4C2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2009</w:t>
            </w:r>
          </w:p>
        </w:tc>
      </w:tr>
    </w:tbl>
    <w:p w14:paraId="3C57EE36" w14:textId="77777777" w:rsidR="0085747A" w:rsidRPr="006E4C2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5A63CA" w14:textId="77777777" w:rsidR="0085747A" w:rsidRPr="006E4C2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4C2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E4C25" w:rsidSect="008742E1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9B9A9" w14:textId="77777777" w:rsidR="00473EA8" w:rsidRDefault="00473EA8" w:rsidP="00C16ABF">
      <w:pPr>
        <w:spacing w:after="0" w:line="240" w:lineRule="auto"/>
      </w:pPr>
      <w:r>
        <w:separator/>
      </w:r>
    </w:p>
  </w:endnote>
  <w:endnote w:type="continuationSeparator" w:id="0">
    <w:p w14:paraId="702DE9FC" w14:textId="77777777" w:rsidR="00473EA8" w:rsidRDefault="00473E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237DD" w14:textId="77777777" w:rsidR="00473EA8" w:rsidRDefault="00473EA8" w:rsidP="00C16ABF">
      <w:pPr>
        <w:spacing w:after="0" w:line="240" w:lineRule="auto"/>
      </w:pPr>
      <w:r>
        <w:separator/>
      </w:r>
    </w:p>
  </w:footnote>
  <w:footnote w:type="continuationSeparator" w:id="0">
    <w:p w14:paraId="7B367869" w14:textId="77777777" w:rsidR="00473EA8" w:rsidRDefault="00473EA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8CA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DA"/>
    <w:multiLevelType w:val="hybridMultilevel"/>
    <w:tmpl w:val="F9A86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10CC6"/>
    <w:multiLevelType w:val="hybridMultilevel"/>
    <w:tmpl w:val="8AC07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911CB"/>
    <w:multiLevelType w:val="multilevel"/>
    <w:tmpl w:val="BAE8ED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ED4B61"/>
    <w:multiLevelType w:val="hybridMultilevel"/>
    <w:tmpl w:val="36085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D4D65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C13A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D751E6"/>
    <w:multiLevelType w:val="hybridMultilevel"/>
    <w:tmpl w:val="4B62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036F9"/>
    <w:multiLevelType w:val="hybridMultilevel"/>
    <w:tmpl w:val="6D06E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61F25"/>
    <w:multiLevelType w:val="hybridMultilevel"/>
    <w:tmpl w:val="1CAA0390"/>
    <w:lvl w:ilvl="0" w:tplc="623ABE96">
      <w:start w:val="3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0D3539"/>
    <w:multiLevelType w:val="hybridMultilevel"/>
    <w:tmpl w:val="16E6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6238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30469D3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3DE0781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F7B3B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D41051D"/>
    <w:multiLevelType w:val="hybridMultilevel"/>
    <w:tmpl w:val="A3C4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4227C"/>
    <w:multiLevelType w:val="multilevel"/>
    <w:tmpl w:val="34DC5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C1D0C0E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8F370FA"/>
    <w:multiLevelType w:val="hybridMultilevel"/>
    <w:tmpl w:val="668C7F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0E6B07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526125B"/>
    <w:multiLevelType w:val="multilevel"/>
    <w:tmpl w:val="3F1EC5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8552F56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5770B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B4601CD"/>
    <w:multiLevelType w:val="hybridMultilevel"/>
    <w:tmpl w:val="71265F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1"/>
  </w:num>
  <w:num w:numId="6">
    <w:abstractNumId w:val="1"/>
  </w:num>
  <w:num w:numId="7">
    <w:abstractNumId w:val="2"/>
  </w:num>
  <w:num w:numId="8">
    <w:abstractNumId w:val="4"/>
  </w:num>
  <w:num w:numId="9">
    <w:abstractNumId w:val="16"/>
  </w:num>
  <w:num w:numId="10">
    <w:abstractNumId w:val="21"/>
  </w:num>
  <w:num w:numId="11">
    <w:abstractNumId w:val="17"/>
  </w:num>
  <w:num w:numId="12">
    <w:abstractNumId w:val="3"/>
  </w:num>
  <w:num w:numId="13">
    <w:abstractNumId w:val="18"/>
  </w:num>
  <w:num w:numId="14">
    <w:abstractNumId w:val="13"/>
  </w:num>
  <w:num w:numId="15">
    <w:abstractNumId w:val="22"/>
  </w:num>
  <w:num w:numId="16">
    <w:abstractNumId w:val="12"/>
  </w:num>
  <w:num w:numId="17">
    <w:abstractNumId w:val="23"/>
  </w:num>
  <w:num w:numId="18">
    <w:abstractNumId w:val="15"/>
  </w:num>
  <w:num w:numId="19">
    <w:abstractNumId w:val="20"/>
  </w:num>
  <w:num w:numId="20">
    <w:abstractNumId w:val="14"/>
  </w:num>
  <w:num w:numId="21">
    <w:abstractNumId w:val="5"/>
  </w:num>
  <w:num w:numId="22">
    <w:abstractNumId w:val="24"/>
  </w:num>
  <w:num w:numId="23">
    <w:abstractNumId w:val="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374"/>
    <w:rsid w:val="00015B8F"/>
    <w:rsid w:val="00022ECE"/>
    <w:rsid w:val="00032D1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798"/>
    <w:rsid w:val="000A296F"/>
    <w:rsid w:val="000A2A28"/>
    <w:rsid w:val="000B192D"/>
    <w:rsid w:val="000B28EE"/>
    <w:rsid w:val="000B3E37"/>
    <w:rsid w:val="000B4577"/>
    <w:rsid w:val="000D04B0"/>
    <w:rsid w:val="000D4DBC"/>
    <w:rsid w:val="000F1C57"/>
    <w:rsid w:val="000F5615"/>
    <w:rsid w:val="00124BFF"/>
    <w:rsid w:val="0012560E"/>
    <w:rsid w:val="00127108"/>
    <w:rsid w:val="00134B13"/>
    <w:rsid w:val="00141473"/>
    <w:rsid w:val="00146BC0"/>
    <w:rsid w:val="00151AE7"/>
    <w:rsid w:val="00153C41"/>
    <w:rsid w:val="00154381"/>
    <w:rsid w:val="001640A7"/>
    <w:rsid w:val="00164FA7"/>
    <w:rsid w:val="00166A03"/>
    <w:rsid w:val="001718A7"/>
    <w:rsid w:val="001737CF"/>
    <w:rsid w:val="0017498C"/>
    <w:rsid w:val="00176083"/>
    <w:rsid w:val="001770C7"/>
    <w:rsid w:val="00192F37"/>
    <w:rsid w:val="001A70D2"/>
    <w:rsid w:val="001D313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73"/>
    <w:rsid w:val="002D3375"/>
    <w:rsid w:val="002D73D4"/>
    <w:rsid w:val="002E5477"/>
    <w:rsid w:val="002F02A3"/>
    <w:rsid w:val="002F4ABE"/>
    <w:rsid w:val="003018BA"/>
    <w:rsid w:val="00301B1A"/>
    <w:rsid w:val="00301FE5"/>
    <w:rsid w:val="0030395F"/>
    <w:rsid w:val="00303C58"/>
    <w:rsid w:val="00305C92"/>
    <w:rsid w:val="003151C5"/>
    <w:rsid w:val="003343CF"/>
    <w:rsid w:val="00337265"/>
    <w:rsid w:val="00346FE9"/>
    <w:rsid w:val="0034759A"/>
    <w:rsid w:val="003503F6"/>
    <w:rsid w:val="00350BA2"/>
    <w:rsid w:val="003530DD"/>
    <w:rsid w:val="00363F78"/>
    <w:rsid w:val="003670D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4E0A"/>
    <w:rsid w:val="0042745A"/>
    <w:rsid w:val="00431D5C"/>
    <w:rsid w:val="00432B48"/>
    <w:rsid w:val="004362C6"/>
    <w:rsid w:val="00437FA2"/>
    <w:rsid w:val="00445970"/>
    <w:rsid w:val="0045729E"/>
    <w:rsid w:val="00461EFC"/>
    <w:rsid w:val="004652C2"/>
    <w:rsid w:val="004706D1"/>
    <w:rsid w:val="00471326"/>
    <w:rsid w:val="00473EA8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EC"/>
    <w:rsid w:val="0056696D"/>
    <w:rsid w:val="0059484D"/>
    <w:rsid w:val="00594A27"/>
    <w:rsid w:val="005A0855"/>
    <w:rsid w:val="005A3196"/>
    <w:rsid w:val="005C080F"/>
    <w:rsid w:val="005C55E5"/>
    <w:rsid w:val="005C696A"/>
    <w:rsid w:val="005D6A06"/>
    <w:rsid w:val="005E6E85"/>
    <w:rsid w:val="005F31D2"/>
    <w:rsid w:val="00604FF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413"/>
    <w:rsid w:val="006C7091"/>
    <w:rsid w:val="006D050F"/>
    <w:rsid w:val="006D6139"/>
    <w:rsid w:val="006E4C25"/>
    <w:rsid w:val="006E5D65"/>
    <w:rsid w:val="006F1282"/>
    <w:rsid w:val="006F1FBC"/>
    <w:rsid w:val="006F31E2"/>
    <w:rsid w:val="00706544"/>
    <w:rsid w:val="007072BA"/>
    <w:rsid w:val="00712A9C"/>
    <w:rsid w:val="0071620A"/>
    <w:rsid w:val="00724677"/>
    <w:rsid w:val="00725459"/>
    <w:rsid w:val="007327BD"/>
    <w:rsid w:val="00734608"/>
    <w:rsid w:val="00745302"/>
    <w:rsid w:val="007455A2"/>
    <w:rsid w:val="00745706"/>
    <w:rsid w:val="00745BDB"/>
    <w:rsid w:val="007461D6"/>
    <w:rsid w:val="00746EC8"/>
    <w:rsid w:val="00763BF1"/>
    <w:rsid w:val="00766FD4"/>
    <w:rsid w:val="00774679"/>
    <w:rsid w:val="00780B27"/>
    <w:rsid w:val="0078168C"/>
    <w:rsid w:val="00785CBC"/>
    <w:rsid w:val="00787C2A"/>
    <w:rsid w:val="00790E27"/>
    <w:rsid w:val="00794D2B"/>
    <w:rsid w:val="007A4022"/>
    <w:rsid w:val="007A6E6E"/>
    <w:rsid w:val="007C3299"/>
    <w:rsid w:val="007C3BCC"/>
    <w:rsid w:val="007C4546"/>
    <w:rsid w:val="007D6E56"/>
    <w:rsid w:val="007F1652"/>
    <w:rsid w:val="007F367C"/>
    <w:rsid w:val="007F4155"/>
    <w:rsid w:val="0081554D"/>
    <w:rsid w:val="0081707E"/>
    <w:rsid w:val="00833641"/>
    <w:rsid w:val="008449B3"/>
    <w:rsid w:val="0085747A"/>
    <w:rsid w:val="00860E99"/>
    <w:rsid w:val="008742E1"/>
    <w:rsid w:val="00884922"/>
    <w:rsid w:val="00885F64"/>
    <w:rsid w:val="008917F9"/>
    <w:rsid w:val="00892034"/>
    <w:rsid w:val="008A45F7"/>
    <w:rsid w:val="008B5DA9"/>
    <w:rsid w:val="008C00E2"/>
    <w:rsid w:val="008C0CC0"/>
    <w:rsid w:val="008C19A9"/>
    <w:rsid w:val="008C379D"/>
    <w:rsid w:val="008C5147"/>
    <w:rsid w:val="008C5359"/>
    <w:rsid w:val="008C5363"/>
    <w:rsid w:val="008D3DFB"/>
    <w:rsid w:val="008D7E09"/>
    <w:rsid w:val="008E4D75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66C9"/>
    <w:rsid w:val="009F3C5C"/>
    <w:rsid w:val="009F4610"/>
    <w:rsid w:val="00A00ECC"/>
    <w:rsid w:val="00A155EE"/>
    <w:rsid w:val="00A2245B"/>
    <w:rsid w:val="00A23874"/>
    <w:rsid w:val="00A2388A"/>
    <w:rsid w:val="00A26F65"/>
    <w:rsid w:val="00A30110"/>
    <w:rsid w:val="00A36899"/>
    <w:rsid w:val="00A371F6"/>
    <w:rsid w:val="00A43BF6"/>
    <w:rsid w:val="00A53FA5"/>
    <w:rsid w:val="00A54817"/>
    <w:rsid w:val="00A601C8"/>
    <w:rsid w:val="00A60799"/>
    <w:rsid w:val="00A611CA"/>
    <w:rsid w:val="00A84C85"/>
    <w:rsid w:val="00A97DE1"/>
    <w:rsid w:val="00AB053C"/>
    <w:rsid w:val="00AD1146"/>
    <w:rsid w:val="00AD27D3"/>
    <w:rsid w:val="00AD66D6"/>
    <w:rsid w:val="00AE1160"/>
    <w:rsid w:val="00AE203C"/>
    <w:rsid w:val="00AE275B"/>
    <w:rsid w:val="00AE2E74"/>
    <w:rsid w:val="00AE5FCB"/>
    <w:rsid w:val="00AF2C1E"/>
    <w:rsid w:val="00B06142"/>
    <w:rsid w:val="00B135B1"/>
    <w:rsid w:val="00B3130B"/>
    <w:rsid w:val="00B35570"/>
    <w:rsid w:val="00B40ADB"/>
    <w:rsid w:val="00B43B77"/>
    <w:rsid w:val="00B43E80"/>
    <w:rsid w:val="00B474E3"/>
    <w:rsid w:val="00B607DB"/>
    <w:rsid w:val="00B63008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616"/>
    <w:rsid w:val="00BF2C41"/>
    <w:rsid w:val="00BF5476"/>
    <w:rsid w:val="00C058B4"/>
    <w:rsid w:val="00C05F44"/>
    <w:rsid w:val="00C13051"/>
    <w:rsid w:val="00C131B5"/>
    <w:rsid w:val="00C16ABF"/>
    <w:rsid w:val="00C170AE"/>
    <w:rsid w:val="00C26CB7"/>
    <w:rsid w:val="00C324C1"/>
    <w:rsid w:val="00C36992"/>
    <w:rsid w:val="00C56036"/>
    <w:rsid w:val="00C61B97"/>
    <w:rsid w:val="00C61DC5"/>
    <w:rsid w:val="00C622F5"/>
    <w:rsid w:val="00C67E92"/>
    <w:rsid w:val="00C70A26"/>
    <w:rsid w:val="00C766DF"/>
    <w:rsid w:val="00C815CC"/>
    <w:rsid w:val="00C94B98"/>
    <w:rsid w:val="00CA2B96"/>
    <w:rsid w:val="00CA5089"/>
    <w:rsid w:val="00CD6897"/>
    <w:rsid w:val="00CE0D93"/>
    <w:rsid w:val="00CE5BAC"/>
    <w:rsid w:val="00CF25BE"/>
    <w:rsid w:val="00CF58F7"/>
    <w:rsid w:val="00CF616E"/>
    <w:rsid w:val="00CF78ED"/>
    <w:rsid w:val="00D02B25"/>
    <w:rsid w:val="00D02EBA"/>
    <w:rsid w:val="00D14F4A"/>
    <w:rsid w:val="00D17C3C"/>
    <w:rsid w:val="00D26B2C"/>
    <w:rsid w:val="00D33127"/>
    <w:rsid w:val="00D352C9"/>
    <w:rsid w:val="00D415E0"/>
    <w:rsid w:val="00D425B2"/>
    <w:rsid w:val="00D428D6"/>
    <w:rsid w:val="00D552B2"/>
    <w:rsid w:val="00D608D1"/>
    <w:rsid w:val="00D74119"/>
    <w:rsid w:val="00D8075B"/>
    <w:rsid w:val="00D865F9"/>
    <w:rsid w:val="00D8678B"/>
    <w:rsid w:val="00DA2114"/>
    <w:rsid w:val="00DA65C6"/>
    <w:rsid w:val="00DB29BF"/>
    <w:rsid w:val="00DE09C0"/>
    <w:rsid w:val="00DE4A14"/>
    <w:rsid w:val="00DF03F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CBF"/>
    <w:rsid w:val="00E960BB"/>
    <w:rsid w:val="00EA19C3"/>
    <w:rsid w:val="00EA2074"/>
    <w:rsid w:val="00EA4832"/>
    <w:rsid w:val="00EA4E9D"/>
    <w:rsid w:val="00EC4899"/>
    <w:rsid w:val="00ED03AB"/>
    <w:rsid w:val="00ED32D2"/>
    <w:rsid w:val="00EE32DE"/>
    <w:rsid w:val="00EE5457"/>
    <w:rsid w:val="00EF4328"/>
    <w:rsid w:val="00EF7276"/>
    <w:rsid w:val="00F070AB"/>
    <w:rsid w:val="00F11C4F"/>
    <w:rsid w:val="00F17567"/>
    <w:rsid w:val="00F22094"/>
    <w:rsid w:val="00F27A7B"/>
    <w:rsid w:val="00F46FE9"/>
    <w:rsid w:val="00F526AF"/>
    <w:rsid w:val="00F617C3"/>
    <w:rsid w:val="00F67D18"/>
    <w:rsid w:val="00F7066B"/>
    <w:rsid w:val="00F76EA6"/>
    <w:rsid w:val="00F82E84"/>
    <w:rsid w:val="00F83B28"/>
    <w:rsid w:val="00FA46E5"/>
    <w:rsid w:val="00FB7DBA"/>
    <w:rsid w:val="00FC1C25"/>
    <w:rsid w:val="00FC3F45"/>
    <w:rsid w:val="00FD503F"/>
    <w:rsid w:val="00FD7589"/>
    <w:rsid w:val="00FE7A1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5118B"/>
  <w15:docId w15:val="{94BC9A28-8D08-445C-A67C-08F6BBF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85C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5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1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6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9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4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9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8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08992-0CB6-4FEE-9549-31D0E329C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1379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2021-04-20T13:12:00Z</dcterms:created>
  <dcterms:modified xsi:type="dcterms:W3CDTF">2021-08-20T11:10:00Z</dcterms:modified>
</cp:coreProperties>
</file>